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76C55" w14:textId="1A21AE42" w:rsidR="0001720C" w:rsidRPr="00405E9E" w:rsidRDefault="00053D72" w:rsidP="0001720C">
      <w:pPr>
        <w:pStyle w:val="Default"/>
        <w:ind w:left="4320" w:firstLine="720"/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 w:cs="Arial"/>
          <w:b/>
          <w:bCs/>
          <w:sz w:val="32"/>
          <w:szCs w:val="32"/>
        </w:rPr>
        <w:t xml:space="preserve"> </w:t>
      </w:r>
      <w:r w:rsidR="0084242A">
        <w:rPr>
          <w:rFonts w:ascii="Verdana" w:hAnsi="Verdana" w:cs="Arial"/>
          <w:b/>
          <w:bCs/>
          <w:sz w:val="32"/>
          <w:szCs w:val="32"/>
        </w:rPr>
        <w:t xml:space="preserve"> </w:t>
      </w:r>
      <w:r w:rsidR="00823AF7" w:rsidRPr="00405E9E">
        <w:rPr>
          <w:rFonts w:ascii="Verdana" w:hAnsi="Verdana" w:cs="Arial"/>
          <w:b/>
          <w:bCs/>
          <w:sz w:val="32"/>
          <w:szCs w:val="32"/>
        </w:rPr>
        <w:t>Press</w:t>
      </w:r>
      <w:r w:rsidR="00452FD2" w:rsidRPr="00405E9E">
        <w:rPr>
          <w:rFonts w:ascii="Verdana" w:hAnsi="Verdana" w:cs="Arial"/>
          <w:b/>
          <w:bCs/>
          <w:sz w:val="32"/>
          <w:szCs w:val="32"/>
        </w:rPr>
        <w:t xml:space="preserve"> Release</w:t>
      </w:r>
    </w:p>
    <w:p w14:paraId="7D9397D2" w14:textId="1F14F1A7" w:rsidR="0001720C" w:rsidRPr="00405E9E" w:rsidRDefault="0001720C" w:rsidP="0084242A">
      <w:pPr>
        <w:pStyle w:val="Default"/>
        <w:tabs>
          <w:tab w:val="left" w:pos="1456"/>
        </w:tabs>
        <w:spacing w:line="360" w:lineRule="auto"/>
        <w:rPr>
          <w:rFonts w:ascii="Verdana" w:hAnsi="Verdana" w:cs="Arial"/>
          <w:bCs/>
          <w:sz w:val="22"/>
          <w:szCs w:val="22"/>
        </w:rPr>
      </w:pPr>
    </w:p>
    <w:p w14:paraId="78E361FF" w14:textId="1B8D6D0A" w:rsidR="006170FB" w:rsidRPr="00EE2987" w:rsidRDefault="003F04A0" w:rsidP="0084242A">
      <w:pPr>
        <w:spacing w:line="360" w:lineRule="auto"/>
        <w:jc w:val="both"/>
        <w:rPr>
          <w:rFonts w:ascii="Verdana" w:hAnsi="Verdana"/>
          <w:sz w:val="8"/>
          <w:szCs w:val="4"/>
          <w:u w:val="single"/>
        </w:rPr>
      </w:pPr>
      <w:r w:rsidRPr="00EE2987">
        <w:rPr>
          <w:rFonts w:ascii="Verdana" w:hAnsi="Verdana"/>
          <w:szCs w:val="18"/>
          <w:u w:val="single"/>
        </w:rPr>
        <w:t>AGRITECHNICA 2023</w:t>
      </w:r>
    </w:p>
    <w:p w14:paraId="1ABEF07D" w14:textId="4EE7CEF6" w:rsidR="003E1F48" w:rsidRPr="00EE2987" w:rsidRDefault="003F04A0" w:rsidP="0084242A">
      <w:pPr>
        <w:spacing w:line="360" w:lineRule="auto"/>
        <w:rPr>
          <w:rFonts w:ascii="Verdana" w:hAnsi="Verdana"/>
          <w:b/>
          <w:bCs/>
          <w:sz w:val="32"/>
          <w:szCs w:val="24"/>
        </w:rPr>
      </w:pPr>
      <w:r w:rsidRPr="00E30123">
        <w:rPr>
          <w:rFonts w:ascii="Verdana" w:hAnsi="Verdana"/>
          <w:b/>
          <w:bCs/>
          <w:sz w:val="32"/>
          <w:szCs w:val="24"/>
        </w:rPr>
        <w:t xml:space="preserve">John Deere </w:t>
      </w:r>
      <w:proofErr w:type="spellStart"/>
      <w:r w:rsidR="00487A30">
        <w:rPr>
          <w:rFonts w:ascii="Verdana" w:hAnsi="Verdana"/>
          <w:b/>
          <w:bCs/>
          <w:sz w:val="32"/>
          <w:szCs w:val="24"/>
        </w:rPr>
        <w:t>entwickelt</w:t>
      </w:r>
      <w:proofErr w:type="spellEnd"/>
      <w:r w:rsidRPr="00E30123">
        <w:rPr>
          <w:rFonts w:ascii="Verdana" w:hAnsi="Verdana"/>
          <w:b/>
          <w:bCs/>
          <w:sz w:val="32"/>
          <w:szCs w:val="24"/>
        </w:rPr>
        <w:t xml:space="preserve"> Ethano</w:t>
      </w:r>
      <w:r w:rsidR="00E30123" w:rsidRPr="00E30123">
        <w:rPr>
          <w:rFonts w:ascii="Verdana" w:hAnsi="Verdana"/>
          <w:b/>
          <w:bCs/>
          <w:sz w:val="32"/>
          <w:szCs w:val="24"/>
        </w:rPr>
        <w:t>l</w:t>
      </w:r>
      <w:r w:rsidR="00E30123">
        <w:rPr>
          <w:rFonts w:ascii="Verdana" w:hAnsi="Verdana"/>
          <w:b/>
          <w:bCs/>
          <w:sz w:val="32"/>
          <w:szCs w:val="24"/>
        </w:rPr>
        <w:t>-</w:t>
      </w:r>
      <w:r w:rsidR="00E30123" w:rsidRPr="00E30123">
        <w:rPr>
          <w:rFonts w:ascii="Verdana" w:hAnsi="Verdana"/>
          <w:b/>
          <w:bCs/>
          <w:sz w:val="32"/>
          <w:szCs w:val="24"/>
        </w:rPr>
        <w:t xml:space="preserve">Motor </w:t>
      </w:r>
    </w:p>
    <w:p w14:paraId="471A6FA0" w14:textId="77777777" w:rsidR="00862082" w:rsidRPr="0084242A" w:rsidRDefault="00862082" w:rsidP="003E1F48">
      <w:pPr>
        <w:jc w:val="both"/>
        <w:rPr>
          <w:rStyle w:val="JDBodyText12ptBlackChar"/>
          <w:rFonts w:eastAsia="Times New Roman"/>
          <w:b/>
          <w:bCs/>
          <w:color w:val="auto"/>
          <w:sz w:val="10"/>
          <w:szCs w:val="10"/>
        </w:rPr>
      </w:pPr>
    </w:p>
    <w:p w14:paraId="3E6684B4" w14:textId="1CDF65CE" w:rsidR="00A102CE" w:rsidRPr="008B43BC" w:rsidRDefault="00D002C8" w:rsidP="00A102CE">
      <w:pPr>
        <w:spacing w:line="360" w:lineRule="auto"/>
        <w:jc w:val="both"/>
        <w:rPr>
          <w:rStyle w:val="JDBodyText12ptBlackChar"/>
          <w:strike/>
          <w:sz w:val="20"/>
          <w:szCs w:val="20"/>
          <w:lang w:val="de-DE"/>
        </w:rPr>
      </w:pPr>
      <w:r w:rsidRPr="008B43BC">
        <w:rPr>
          <w:rStyle w:val="JDBodyText12ptBlackChar"/>
          <w:i/>
          <w:sz w:val="20"/>
          <w:szCs w:val="20"/>
          <w:lang w:val="de-DE"/>
        </w:rPr>
        <w:t xml:space="preserve">Walldorf, 26. September 2023 </w:t>
      </w:r>
      <w:r w:rsidRPr="008B43BC">
        <w:rPr>
          <w:rStyle w:val="JDBodyText12ptBlackChar"/>
          <w:sz w:val="20"/>
          <w:szCs w:val="20"/>
          <w:lang w:val="de-DE"/>
        </w:rPr>
        <w:t xml:space="preserve">– </w:t>
      </w:r>
      <w:r w:rsidR="00A102CE" w:rsidRPr="008B43BC">
        <w:rPr>
          <w:rStyle w:val="JDBodyText12ptBlackChar"/>
          <w:sz w:val="20"/>
          <w:szCs w:val="20"/>
          <w:lang w:val="de-DE"/>
        </w:rPr>
        <w:t xml:space="preserve">John Deere </w:t>
      </w:r>
      <w:r w:rsidR="00240CAF" w:rsidRPr="008B43BC">
        <w:rPr>
          <w:rStyle w:val="JDBodyText12ptBlackChar"/>
          <w:sz w:val="20"/>
          <w:szCs w:val="20"/>
          <w:lang w:val="de-DE"/>
        </w:rPr>
        <w:t>hat seine Nachhaltigkeitsziele in de</w:t>
      </w:r>
      <w:r w:rsidR="004F3F00" w:rsidRPr="008B43BC">
        <w:rPr>
          <w:rStyle w:val="JDBodyText12ptBlackChar"/>
          <w:sz w:val="20"/>
          <w:szCs w:val="20"/>
          <w:lang w:val="de-DE"/>
        </w:rPr>
        <w:t xml:space="preserve">n </w:t>
      </w:r>
      <w:proofErr w:type="spellStart"/>
      <w:r w:rsidR="004F3F00" w:rsidRPr="008B43BC">
        <w:rPr>
          <w:rStyle w:val="JDBodyText12ptBlackChar"/>
          <w:sz w:val="20"/>
          <w:szCs w:val="20"/>
          <w:lang w:val="de-DE"/>
        </w:rPr>
        <w:t>Leap</w:t>
      </w:r>
      <w:proofErr w:type="spellEnd"/>
      <w:r w:rsidR="004F3F00" w:rsidRPr="008B43BC">
        <w:rPr>
          <w:rStyle w:val="JDBodyText12ptBlackChar"/>
          <w:sz w:val="20"/>
          <w:szCs w:val="20"/>
          <w:lang w:val="de-DE"/>
        </w:rPr>
        <w:t xml:space="preserve"> </w:t>
      </w:r>
      <w:proofErr w:type="spellStart"/>
      <w:r w:rsidR="004F3F00" w:rsidRPr="008B43BC">
        <w:rPr>
          <w:rStyle w:val="JDBodyText12ptBlackChar"/>
          <w:sz w:val="20"/>
          <w:szCs w:val="20"/>
          <w:lang w:val="de-DE"/>
        </w:rPr>
        <w:t>Ambitions</w:t>
      </w:r>
      <w:proofErr w:type="spellEnd"/>
      <w:r w:rsidR="004F3F00" w:rsidRPr="008B43BC">
        <w:rPr>
          <w:rStyle w:val="JDBodyText12ptBlackChar"/>
          <w:sz w:val="20"/>
          <w:szCs w:val="20"/>
          <w:lang w:val="de-DE"/>
        </w:rPr>
        <w:t xml:space="preserve"> festgeschrieben und </w:t>
      </w:r>
      <w:r w:rsidR="00CE5144" w:rsidRPr="008B43BC">
        <w:rPr>
          <w:rStyle w:val="JDBodyText12ptBlackChar"/>
          <w:sz w:val="20"/>
          <w:szCs w:val="20"/>
          <w:lang w:val="de-DE"/>
        </w:rPr>
        <w:t>arbeitet</w:t>
      </w:r>
      <w:r w:rsidR="004F3F00" w:rsidRPr="008B43BC">
        <w:rPr>
          <w:rStyle w:val="JDBodyText12ptBlackChar"/>
          <w:sz w:val="20"/>
          <w:szCs w:val="20"/>
          <w:lang w:val="de-DE"/>
        </w:rPr>
        <w:t xml:space="preserve"> permanent an der Umsetzung. </w:t>
      </w:r>
      <w:r w:rsidR="00A44815" w:rsidRPr="008B43BC">
        <w:rPr>
          <w:rStyle w:val="JDBodyText12ptBlackChar"/>
          <w:sz w:val="20"/>
          <w:szCs w:val="20"/>
          <w:lang w:val="de-DE"/>
        </w:rPr>
        <w:t>D</w:t>
      </w:r>
      <w:r w:rsidR="00382A65" w:rsidRPr="008B43BC">
        <w:rPr>
          <w:rStyle w:val="JDBodyText12ptBlackChar"/>
          <w:sz w:val="20"/>
          <w:szCs w:val="20"/>
          <w:lang w:val="de-DE"/>
        </w:rPr>
        <w:t xml:space="preserve">er Kundenutzen liegt in der Steigerung des </w:t>
      </w:r>
      <w:r w:rsidR="00FB682D" w:rsidRPr="008B43BC">
        <w:rPr>
          <w:rStyle w:val="JDBodyText12ptBlackChar"/>
          <w:sz w:val="20"/>
          <w:szCs w:val="20"/>
          <w:lang w:val="de-DE"/>
        </w:rPr>
        <w:t>ökonomischen</w:t>
      </w:r>
      <w:r w:rsidR="00382A65" w:rsidRPr="008B43BC">
        <w:rPr>
          <w:rStyle w:val="JDBodyText12ptBlackChar"/>
          <w:sz w:val="20"/>
          <w:szCs w:val="20"/>
          <w:lang w:val="de-DE"/>
        </w:rPr>
        <w:t xml:space="preserve"> Nutzen</w:t>
      </w:r>
      <w:r w:rsidR="00FB682D" w:rsidRPr="008B43BC">
        <w:rPr>
          <w:rStyle w:val="JDBodyText12ptBlackChar"/>
          <w:sz w:val="20"/>
          <w:szCs w:val="20"/>
          <w:lang w:val="de-DE"/>
        </w:rPr>
        <w:t>s</w:t>
      </w:r>
      <w:r w:rsidR="00382A65" w:rsidRPr="008B43BC">
        <w:rPr>
          <w:rStyle w:val="JDBodyText12ptBlackChar"/>
          <w:sz w:val="20"/>
          <w:szCs w:val="20"/>
          <w:lang w:val="de-DE"/>
        </w:rPr>
        <w:t xml:space="preserve"> und der </w:t>
      </w:r>
      <w:r w:rsidR="00FB682D" w:rsidRPr="008B43BC">
        <w:rPr>
          <w:rStyle w:val="JDBodyText12ptBlackChar"/>
          <w:sz w:val="20"/>
          <w:szCs w:val="20"/>
          <w:lang w:val="de-DE"/>
        </w:rPr>
        <w:t xml:space="preserve">Nachhaltigkeit. </w:t>
      </w:r>
      <w:r w:rsidR="00E70E91" w:rsidRPr="008B43BC">
        <w:rPr>
          <w:rStyle w:val="JDBodyText12ptBlackChar"/>
          <w:sz w:val="20"/>
          <w:szCs w:val="20"/>
          <w:lang w:val="de-DE"/>
        </w:rPr>
        <w:t xml:space="preserve">Dabei sollen </w:t>
      </w:r>
      <w:r w:rsidR="007F0C27" w:rsidRPr="008B43BC">
        <w:rPr>
          <w:rStyle w:val="JDBodyText12ptBlackChar"/>
          <w:sz w:val="20"/>
          <w:szCs w:val="20"/>
          <w:lang w:val="de-DE"/>
        </w:rPr>
        <w:t xml:space="preserve">die Betriebe </w:t>
      </w:r>
      <w:r w:rsidR="00E70E91" w:rsidRPr="008B43BC">
        <w:rPr>
          <w:rStyle w:val="JDBodyText12ptBlackChar"/>
          <w:sz w:val="20"/>
          <w:szCs w:val="20"/>
          <w:lang w:val="de-DE"/>
        </w:rPr>
        <w:t xml:space="preserve">höhere Erträge mit weniger Input </w:t>
      </w:r>
      <w:r w:rsidR="007F0C27" w:rsidRPr="008B43BC">
        <w:rPr>
          <w:rStyle w:val="JDBodyText12ptBlackChar"/>
          <w:sz w:val="20"/>
          <w:szCs w:val="20"/>
          <w:lang w:val="de-DE"/>
        </w:rPr>
        <w:t>erzielen können.</w:t>
      </w:r>
      <w:r w:rsidR="00CE5144" w:rsidRPr="008B43BC">
        <w:rPr>
          <w:rStyle w:val="JDBodyText12ptBlackChar"/>
          <w:sz w:val="20"/>
          <w:szCs w:val="20"/>
          <w:lang w:val="de-DE"/>
        </w:rPr>
        <w:t xml:space="preserve"> </w:t>
      </w:r>
      <w:r w:rsidR="00D27F51" w:rsidRPr="008B43BC">
        <w:rPr>
          <w:rStyle w:val="JDBodyText12ptBlackChar"/>
          <w:sz w:val="20"/>
          <w:szCs w:val="20"/>
          <w:lang w:val="de-DE"/>
        </w:rPr>
        <w:t xml:space="preserve">Gemäß </w:t>
      </w:r>
      <w:r w:rsidR="007E609F" w:rsidRPr="008B43BC">
        <w:rPr>
          <w:rStyle w:val="JDBodyText12ptBlackChar"/>
          <w:sz w:val="20"/>
          <w:szCs w:val="20"/>
          <w:lang w:val="de-DE"/>
        </w:rPr>
        <w:t>de</w:t>
      </w:r>
      <w:r w:rsidR="00453CE6">
        <w:rPr>
          <w:rStyle w:val="JDBodyText12ptBlackChar"/>
          <w:sz w:val="20"/>
          <w:szCs w:val="20"/>
          <w:lang w:val="de-DE"/>
        </w:rPr>
        <w:t>n</w:t>
      </w:r>
      <w:r w:rsidR="00D27F51" w:rsidRPr="008B43BC">
        <w:rPr>
          <w:rStyle w:val="JDBodyText12ptBlackChar"/>
          <w:sz w:val="20"/>
          <w:szCs w:val="20"/>
          <w:lang w:val="de-DE"/>
        </w:rPr>
        <w:t xml:space="preserve"> </w:t>
      </w:r>
      <w:proofErr w:type="spellStart"/>
      <w:r w:rsidR="00D27F51" w:rsidRPr="008B43BC">
        <w:rPr>
          <w:rStyle w:val="JDBodyText12ptBlackChar"/>
          <w:sz w:val="20"/>
          <w:szCs w:val="20"/>
          <w:lang w:val="de-DE"/>
        </w:rPr>
        <w:t>Leap</w:t>
      </w:r>
      <w:proofErr w:type="spellEnd"/>
      <w:r w:rsidR="00D633B0" w:rsidRPr="008B43BC">
        <w:rPr>
          <w:rStyle w:val="JDBodyText12ptBlackChar"/>
          <w:sz w:val="20"/>
          <w:szCs w:val="20"/>
          <w:lang w:val="de-DE"/>
        </w:rPr>
        <w:t xml:space="preserve"> </w:t>
      </w:r>
      <w:proofErr w:type="spellStart"/>
      <w:r w:rsidR="00D633B0" w:rsidRPr="008B43BC">
        <w:rPr>
          <w:rStyle w:val="JDBodyText12ptBlackChar"/>
          <w:sz w:val="20"/>
          <w:szCs w:val="20"/>
          <w:lang w:val="de-DE"/>
        </w:rPr>
        <w:t>Ambitions</w:t>
      </w:r>
      <w:proofErr w:type="spellEnd"/>
      <w:r w:rsidR="00D633B0" w:rsidRPr="008B43BC">
        <w:rPr>
          <w:rStyle w:val="JDBodyText12ptBlackChar"/>
          <w:sz w:val="20"/>
          <w:szCs w:val="20"/>
          <w:lang w:val="de-DE"/>
        </w:rPr>
        <w:t xml:space="preserve"> </w:t>
      </w:r>
      <w:r w:rsidR="0041789B" w:rsidRPr="008B43BC">
        <w:rPr>
          <w:rStyle w:val="JDBodyText12ptBlackChar"/>
          <w:sz w:val="20"/>
          <w:szCs w:val="20"/>
          <w:lang w:val="de-DE"/>
        </w:rPr>
        <w:t>bring</w:t>
      </w:r>
      <w:r w:rsidR="00E23608" w:rsidRPr="008B43BC">
        <w:rPr>
          <w:rStyle w:val="JDBodyText12ptBlackChar"/>
          <w:sz w:val="20"/>
          <w:szCs w:val="20"/>
          <w:lang w:val="de-DE"/>
        </w:rPr>
        <w:t xml:space="preserve">t </w:t>
      </w:r>
      <w:r w:rsidR="00FD61C8">
        <w:rPr>
          <w:rStyle w:val="JDBodyText12ptBlackChar"/>
          <w:sz w:val="20"/>
          <w:szCs w:val="20"/>
          <w:lang w:val="de-DE"/>
        </w:rPr>
        <w:t>John Deere</w:t>
      </w:r>
      <w:r w:rsidR="0041789B" w:rsidRPr="008B43BC">
        <w:rPr>
          <w:rStyle w:val="JDBodyText12ptBlackChar"/>
          <w:sz w:val="20"/>
          <w:szCs w:val="20"/>
          <w:lang w:val="de-DE"/>
        </w:rPr>
        <w:t xml:space="preserve"> bis 2026 </w:t>
      </w:r>
      <w:r w:rsidR="00531D33" w:rsidRPr="008B43BC">
        <w:rPr>
          <w:rStyle w:val="JDBodyText12ptBlackChar"/>
          <w:sz w:val="20"/>
          <w:szCs w:val="20"/>
          <w:lang w:val="de-DE"/>
        </w:rPr>
        <w:t xml:space="preserve">innovative </w:t>
      </w:r>
      <w:r w:rsidR="00D633B0" w:rsidRPr="008B43BC">
        <w:rPr>
          <w:rStyle w:val="JDBodyText12ptBlackChar"/>
          <w:sz w:val="20"/>
          <w:szCs w:val="20"/>
          <w:lang w:val="de-DE"/>
        </w:rPr>
        <w:t>Antriebe</w:t>
      </w:r>
      <w:r w:rsidR="0041789B" w:rsidRPr="008B43BC">
        <w:rPr>
          <w:rStyle w:val="JDBodyText12ptBlackChar"/>
          <w:sz w:val="20"/>
          <w:szCs w:val="20"/>
          <w:lang w:val="de-DE"/>
        </w:rPr>
        <w:t xml:space="preserve"> auf den Markt</w:t>
      </w:r>
      <w:r w:rsidR="00D633B0" w:rsidRPr="008B43BC">
        <w:rPr>
          <w:rStyle w:val="JDBodyText12ptBlackChar"/>
          <w:sz w:val="20"/>
          <w:szCs w:val="20"/>
          <w:lang w:val="de-DE"/>
        </w:rPr>
        <w:t>,</w:t>
      </w:r>
      <w:r w:rsidR="009735BF" w:rsidRPr="008B43BC">
        <w:rPr>
          <w:rStyle w:val="JDBodyText12ptBlackChar"/>
          <w:sz w:val="20"/>
          <w:szCs w:val="20"/>
          <w:lang w:val="de-DE"/>
        </w:rPr>
        <w:t xml:space="preserve"> die </w:t>
      </w:r>
      <w:r w:rsidR="00520D18" w:rsidRPr="008B43BC">
        <w:rPr>
          <w:rStyle w:val="JDBodyText12ptBlackChar"/>
          <w:sz w:val="20"/>
          <w:szCs w:val="20"/>
          <w:lang w:val="de-DE"/>
        </w:rPr>
        <w:t>weniger CO</w:t>
      </w:r>
      <w:r w:rsidR="00520D18" w:rsidRPr="008B43BC">
        <w:rPr>
          <w:rStyle w:val="JDBodyText12ptBlackChar"/>
          <w:sz w:val="20"/>
          <w:szCs w:val="20"/>
          <w:vertAlign w:val="subscript"/>
          <w:lang w:val="de-DE"/>
        </w:rPr>
        <w:t>2</w:t>
      </w:r>
      <w:r w:rsidR="00520D18" w:rsidRPr="008B43BC">
        <w:rPr>
          <w:rStyle w:val="JDBodyText12ptBlackChar"/>
          <w:sz w:val="20"/>
          <w:szCs w:val="20"/>
          <w:lang w:val="de-DE"/>
        </w:rPr>
        <w:t xml:space="preserve"> ausstoßen oder sogar CO</w:t>
      </w:r>
      <w:r w:rsidR="00520D18" w:rsidRPr="008B43BC">
        <w:rPr>
          <w:rStyle w:val="JDBodyText12ptBlackChar"/>
          <w:sz w:val="20"/>
          <w:szCs w:val="20"/>
          <w:vertAlign w:val="subscript"/>
          <w:lang w:val="de-DE"/>
        </w:rPr>
        <w:t>2</w:t>
      </w:r>
      <w:r w:rsidR="00520D18" w:rsidRPr="008B43BC">
        <w:rPr>
          <w:rStyle w:val="JDBodyText12ptBlackChar"/>
          <w:sz w:val="20"/>
          <w:szCs w:val="20"/>
          <w:lang w:val="de-DE"/>
        </w:rPr>
        <w:t xml:space="preserve"> neutral sind. </w:t>
      </w:r>
      <w:r w:rsidR="005D27A6" w:rsidRPr="008B43BC">
        <w:rPr>
          <w:rStyle w:val="JDBodyText12ptBlackChar"/>
          <w:sz w:val="20"/>
          <w:szCs w:val="20"/>
          <w:lang w:val="de-DE"/>
        </w:rPr>
        <w:t xml:space="preserve">In diesem Zusammenhang arbeitet </w:t>
      </w:r>
      <w:r w:rsidR="004260C6">
        <w:rPr>
          <w:rStyle w:val="JDBodyText12ptBlackChar"/>
          <w:sz w:val="20"/>
          <w:szCs w:val="20"/>
          <w:lang w:val="de-DE"/>
        </w:rPr>
        <w:t>das Unternehmen</w:t>
      </w:r>
      <w:r w:rsidR="005D27A6" w:rsidRPr="008B43BC">
        <w:rPr>
          <w:rStyle w:val="JDBodyText12ptBlackChar"/>
          <w:sz w:val="20"/>
          <w:szCs w:val="20"/>
          <w:lang w:val="de-DE"/>
        </w:rPr>
        <w:t xml:space="preserve"> an </w:t>
      </w:r>
      <w:r w:rsidR="001B548E" w:rsidRPr="008B43BC">
        <w:rPr>
          <w:rStyle w:val="JDBodyText12ptBlackChar"/>
          <w:sz w:val="20"/>
          <w:szCs w:val="20"/>
          <w:lang w:val="de-DE"/>
        </w:rPr>
        <w:t>innovativen Lösungen</w:t>
      </w:r>
      <w:r w:rsidR="00CA0785" w:rsidRPr="008B43BC">
        <w:rPr>
          <w:rStyle w:val="JDBodyText12ptBlackChar"/>
          <w:sz w:val="20"/>
          <w:szCs w:val="20"/>
          <w:lang w:val="de-DE"/>
        </w:rPr>
        <w:t>, die rentab</w:t>
      </w:r>
      <w:r w:rsidR="00B22652" w:rsidRPr="008B43BC">
        <w:rPr>
          <w:rStyle w:val="JDBodyText12ptBlackChar"/>
          <w:sz w:val="20"/>
          <w:szCs w:val="20"/>
          <w:lang w:val="de-DE"/>
        </w:rPr>
        <w:t>el</w:t>
      </w:r>
      <w:r w:rsidR="00CA0785" w:rsidRPr="008B43BC">
        <w:rPr>
          <w:rStyle w:val="JDBodyText12ptBlackChar"/>
          <w:sz w:val="20"/>
          <w:szCs w:val="20"/>
          <w:lang w:val="de-DE"/>
        </w:rPr>
        <w:t xml:space="preserve"> und </w:t>
      </w:r>
      <w:r w:rsidR="00A86CC9" w:rsidRPr="008B43BC">
        <w:rPr>
          <w:rStyle w:val="JDBodyText12ptBlackChar"/>
          <w:sz w:val="20"/>
          <w:szCs w:val="20"/>
          <w:lang w:val="de-DE"/>
        </w:rPr>
        <w:t>weitgehend</w:t>
      </w:r>
      <w:r w:rsidR="00CA0785" w:rsidRPr="008B43BC">
        <w:rPr>
          <w:rStyle w:val="JDBodyText12ptBlackChar"/>
          <w:sz w:val="20"/>
          <w:szCs w:val="20"/>
          <w:lang w:val="de-DE"/>
        </w:rPr>
        <w:t xml:space="preserve"> abgasfrei sind. </w:t>
      </w:r>
      <w:r w:rsidR="004337F1" w:rsidRPr="008B43BC">
        <w:rPr>
          <w:rStyle w:val="JDBodyText12ptBlackChar"/>
          <w:sz w:val="20"/>
          <w:szCs w:val="20"/>
          <w:lang w:val="de-DE"/>
        </w:rPr>
        <w:t xml:space="preserve">Die Entwicklung </w:t>
      </w:r>
      <w:r w:rsidR="00A83AC1" w:rsidRPr="008B43BC">
        <w:rPr>
          <w:rStyle w:val="JDBodyText12ptBlackChar"/>
          <w:sz w:val="20"/>
          <w:szCs w:val="20"/>
          <w:lang w:val="de-DE"/>
        </w:rPr>
        <w:t xml:space="preserve">konzentriert sich auf </w:t>
      </w:r>
      <w:r w:rsidR="00B073FE" w:rsidRPr="008B43BC">
        <w:rPr>
          <w:rStyle w:val="JDBodyText12ptBlackChar"/>
          <w:sz w:val="20"/>
          <w:szCs w:val="20"/>
          <w:lang w:val="de-DE"/>
        </w:rPr>
        <w:t>Effizienzsteigerungen</w:t>
      </w:r>
      <w:r w:rsidR="00A83AC1" w:rsidRPr="008B43BC">
        <w:rPr>
          <w:rStyle w:val="JDBodyText12ptBlackChar"/>
          <w:sz w:val="20"/>
          <w:szCs w:val="20"/>
          <w:lang w:val="de-DE"/>
        </w:rPr>
        <w:t xml:space="preserve"> bei den Verbrennungsmotoren, </w:t>
      </w:r>
      <w:r w:rsidR="00311742" w:rsidRPr="008B43BC">
        <w:rPr>
          <w:rStyle w:val="JDBodyText12ptBlackChar"/>
          <w:sz w:val="20"/>
          <w:szCs w:val="20"/>
          <w:lang w:val="de-DE"/>
        </w:rPr>
        <w:t xml:space="preserve">den Einsatz </w:t>
      </w:r>
      <w:r w:rsidR="00A83AC1" w:rsidRPr="008B43BC">
        <w:rPr>
          <w:rStyle w:val="JDBodyText12ptBlackChar"/>
          <w:sz w:val="20"/>
          <w:szCs w:val="20"/>
          <w:lang w:val="de-DE"/>
        </w:rPr>
        <w:t>erneuerbare</w:t>
      </w:r>
      <w:r w:rsidR="00311742" w:rsidRPr="008B43BC">
        <w:rPr>
          <w:rStyle w:val="JDBodyText12ptBlackChar"/>
          <w:sz w:val="20"/>
          <w:szCs w:val="20"/>
          <w:lang w:val="de-DE"/>
        </w:rPr>
        <w:t>r</w:t>
      </w:r>
      <w:r w:rsidR="00A83AC1" w:rsidRPr="008B43BC">
        <w:rPr>
          <w:rStyle w:val="JDBodyText12ptBlackChar"/>
          <w:sz w:val="20"/>
          <w:szCs w:val="20"/>
          <w:lang w:val="de-DE"/>
        </w:rPr>
        <w:t xml:space="preserve"> Kraftstoffe</w:t>
      </w:r>
      <w:r w:rsidR="00B073FE" w:rsidRPr="008B43BC">
        <w:rPr>
          <w:rStyle w:val="JDBodyText12ptBlackChar"/>
          <w:sz w:val="20"/>
          <w:szCs w:val="20"/>
          <w:lang w:val="de-DE"/>
        </w:rPr>
        <w:t>, Hybridantriebe und batterie-betriebene Fahrzeuge.</w:t>
      </w:r>
      <w:r w:rsidR="00CA0785" w:rsidRPr="008B43BC">
        <w:rPr>
          <w:rStyle w:val="JDBodyText12ptBlackChar"/>
          <w:sz w:val="20"/>
          <w:szCs w:val="20"/>
          <w:lang w:val="de-DE"/>
        </w:rPr>
        <w:t xml:space="preserve"> </w:t>
      </w:r>
    </w:p>
    <w:p w14:paraId="7DFDD311" w14:textId="6C80866E" w:rsidR="00A102CE" w:rsidRPr="008B43BC" w:rsidRDefault="00A102CE" w:rsidP="00A102CE">
      <w:pPr>
        <w:spacing w:line="360" w:lineRule="auto"/>
        <w:jc w:val="both"/>
        <w:rPr>
          <w:rStyle w:val="JDBodyText12ptBlackChar"/>
          <w:sz w:val="20"/>
          <w:szCs w:val="20"/>
          <w:lang w:val="de-DE"/>
        </w:rPr>
      </w:pPr>
    </w:p>
    <w:p w14:paraId="0D971FAD" w14:textId="5A34E424" w:rsidR="00A102CE" w:rsidRPr="008B43BC" w:rsidRDefault="00A102CE" w:rsidP="00A102CE">
      <w:pPr>
        <w:spacing w:line="360" w:lineRule="auto"/>
        <w:jc w:val="both"/>
        <w:rPr>
          <w:rStyle w:val="JDBodyText12ptBlackChar"/>
          <w:sz w:val="20"/>
          <w:szCs w:val="20"/>
          <w:lang w:val="de-DE"/>
        </w:rPr>
      </w:pPr>
      <w:r w:rsidRPr="008B43BC">
        <w:rPr>
          <w:rStyle w:val="JDBodyText12ptBlackChar"/>
          <w:sz w:val="20"/>
          <w:szCs w:val="20"/>
          <w:lang w:val="de-DE"/>
        </w:rPr>
        <w:t xml:space="preserve">John Deere </w:t>
      </w:r>
      <w:r w:rsidR="001F6B00" w:rsidRPr="008B43BC">
        <w:rPr>
          <w:rStyle w:val="JDBodyText12ptBlackChar"/>
          <w:sz w:val="20"/>
          <w:szCs w:val="20"/>
          <w:lang w:val="de-DE"/>
        </w:rPr>
        <w:t xml:space="preserve">hat sich zum Ziel gesetzt, </w:t>
      </w:r>
      <w:r w:rsidR="0067018B" w:rsidRPr="008B43BC">
        <w:rPr>
          <w:rStyle w:val="JDBodyText12ptBlackChar"/>
          <w:sz w:val="20"/>
          <w:szCs w:val="20"/>
          <w:lang w:val="de-DE"/>
        </w:rPr>
        <w:t xml:space="preserve">die </w:t>
      </w:r>
      <w:r w:rsidR="002B5355" w:rsidRPr="008B43BC">
        <w:rPr>
          <w:rStyle w:val="JDBodyText12ptBlackChar"/>
          <w:sz w:val="20"/>
          <w:szCs w:val="20"/>
          <w:lang w:val="de-DE"/>
        </w:rPr>
        <w:t xml:space="preserve">innovativsten </w:t>
      </w:r>
      <w:r w:rsidR="0067018B" w:rsidRPr="008B43BC">
        <w:rPr>
          <w:rStyle w:val="JDBodyText12ptBlackChar"/>
          <w:sz w:val="20"/>
          <w:szCs w:val="20"/>
          <w:lang w:val="de-DE"/>
        </w:rPr>
        <w:t xml:space="preserve">und effektivsten </w:t>
      </w:r>
      <w:r w:rsidR="00141E73" w:rsidRPr="008B43BC">
        <w:rPr>
          <w:rStyle w:val="JDBodyText12ptBlackChar"/>
          <w:sz w:val="20"/>
          <w:szCs w:val="20"/>
          <w:lang w:val="de-DE"/>
        </w:rPr>
        <w:t xml:space="preserve">erneuerbaren </w:t>
      </w:r>
      <w:r w:rsidR="00F26330" w:rsidRPr="008B43BC">
        <w:rPr>
          <w:rStyle w:val="JDBodyText12ptBlackChar"/>
          <w:sz w:val="20"/>
          <w:szCs w:val="20"/>
          <w:lang w:val="de-DE"/>
        </w:rPr>
        <w:t xml:space="preserve">Antriebskonzepte </w:t>
      </w:r>
      <w:r w:rsidR="00141E73" w:rsidRPr="008B43BC">
        <w:rPr>
          <w:rStyle w:val="JDBodyText12ptBlackChar"/>
          <w:sz w:val="20"/>
          <w:szCs w:val="20"/>
          <w:lang w:val="de-DE"/>
        </w:rPr>
        <w:t xml:space="preserve">zu entwickeln. </w:t>
      </w:r>
      <w:r w:rsidR="004B0D5B" w:rsidRPr="008B43BC">
        <w:rPr>
          <w:rStyle w:val="JDBodyText12ptBlackChar"/>
          <w:sz w:val="20"/>
          <w:szCs w:val="20"/>
          <w:lang w:val="de-DE"/>
        </w:rPr>
        <w:t>Sie sind so konzipiert, dass der Einsatz für d</w:t>
      </w:r>
      <w:r w:rsidR="000D3A64" w:rsidRPr="008B43BC">
        <w:rPr>
          <w:rStyle w:val="JDBodyText12ptBlackChar"/>
          <w:sz w:val="20"/>
          <w:szCs w:val="20"/>
          <w:lang w:val="de-DE"/>
        </w:rPr>
        <w:t xml:space="preserve">ie Kunden sinnvoll </w:t>
      </w:r>
      <w:r w:rsidR="000F3FBD">
        <w:rPr>
          <w:rStyle w:val="JDBodyText12ptBlackChar"/>
          <w:sz w:val="20"/>
          <w:szCs w:val="20"/>
          <w:lang w:val="de-DE"/>
        </w:rPr>
        <w:t xml:space="preserve">nutzbar </w:t>
      </w:r>
      <w:r w:rsidR="00841DE2" w:rsidRPr="008B43BC">
        <w:rPr>
          <w:rStyle w:val="JDBodyText12ptBlackChar"/>
          <w:sz w:val="20"/>
          <w:szCs w:val="20"/>
          <w:lang w:val="de-DE"/>
        </w:rPr>
        <w:t>ist</w:t>
      </w:r>
      <w:r w:rsidR="000D3A64" w:rsidRPr="008B43BC">
        <w:rPr>
          <w:rStyle w:val="JDBodyText12ptBlackChar"/>
          <w:sz w:val="20"/>
          <w:szCs w:val="20"/>
          <w:lang w:val="de-DE"/>
        </w:rPr>
        <w:t xml:space="preserve">. </w:t>
      </w:r>
      <w:r w:rsidR="00990A44" w:rsidRPr="008B43BC">
        <w:rPr>
          <w:rStyle w:val="JDBodyText12ptBlackChar"/>
          <w:sz w:val="20"/>
          <w:szCs w:val="20"/>
          <w:lang w:val="de-DE"/>
        </w:rPr>
        <w:t xml:space="preserve">Im umfangreichen Segment </w:t>
      </w:r>
      <w:r w:rsidR="000A1035" w:rsidRPr="008B43BC">
        <w:rPr>
          <w:rStyle w:val="JDBodyText12ptBlackChar"/>
          <w:sz w:val="20"/>
          <w:szCs w:val="20"/>
          <w:lang w:val="de-DE"/>
        </w:rPr>
        <w:t xml:space="preserve">der verfügbaren erneuerbaren Kraftstoffe setzt John Deere auf </w:t>
      </w:r>
      <w:r w:rsidR="00FE14A9" w:rsidRPr="008B43BC">
        <w:rPr>
          <w:rStyle w:val="JDBodyText12ptBlackChar"/>
          <w:sz w:val="20"/>
          <w:szCs w:val="20"/>
          <w:lang w:val="de-DE"/>
        </w:rPr>
        <w:t>Biodiesel, erneuerbaren Dieselkraftstoff (</w:t>
      </w:r>
      <w:r w:rsidR="00E6106A" w:rsidRPr="008B43BC">
        <w:rPr>
          <w:rStyle w:val="JDBodyText12ptBlackChar"/>
          <w:sz w:val="20"/>
          <w:szCs w:val="20"/>
          <w:lang w:val="de-DE"/>
        </w:rPr>
        <w:t xml:space="preserve">z.B. </w:t>
      </w:r>
      <w:r w:rsidR="005568BC" w:rsidRPr="008B43BC">
        <w:rPr>
          <w:rStyle w:val="JDBodyText12ptBlackChar"/>
          <w:sz w:val="20"/>
          <w:szCs w:val="20"/>
          <w:lang w:val="de-DE"/>
        </w:rPr>
        <w:t xml:space="preserve">Pflanzenöle und </w:t>
      </w:r>
      <w:r w:rsidR="00FE14A9" w:rsidRPr="008B43BC">
        <w:rPr>
          <w:rStyle w:val="JDBodyText12ptBlackChar"/>
          <w:sz w:val="20"/>
          <w:szCs w:val="20"/>
          <w:lang w:val="de-DE"/>
        </w:rPr>
        <w:t xml:space="preserve">HVO) </w:t>
      </w:r>
      <w:r w:rsidR="005568BC" w:rsidRPr="008B43BC">
        <w:rPr>
          <w:rStyle w:val="JDBodyText12ptBlackChar"/>
          <w:sz w:val="20"/>
          <w:szCs w:val="20"/>
          <w:lang w:val="de-DE"/>
        </w:rPr>
        <w:t xml:space="preserve">sowie </w:t>
      </w:r>
      <w:r w:rsidR="003F2018" w:rsidRPr="008B43BC">
        <w:rPr>
          <w:rStyle w:val="JDBodyText12ptBlackChar"/>
          <w:sz w:val="20"/>
          <w:szCs w:val="20"/>
          <w:lang w:val="de-DE"/>
        </w:rPr>
        <w:t>Ethanol</w:t>
      </w:r>
      <w:r w:rsidR="00EF6322" w:rsidRPr="008B43BC">
        <w:rPr>
          <w:rStyle w:val="JDBodyText12ptBlackChar"/>
          <w:sz w:val="20"/>
          <w:szCs w:val="20"/>
          <w:lang w:val="de-DE"/>
        </w:rPr>
        <w:t xml:space="preserve">. Diese Lösungen sind die </w:t>
      </w:r>
      <w:r w:rsidR="003F2018" w:rsidRPr="008B43BC">
        <w:rPr>
          <w:rStyle w:val="JDBodyText12ptBlackChar"/>
          <w:sz w:val="20"/>
          <w:szCs w:val="20"/>
          <w:lang w:val="de-DE"/>
        </w:rPr>
        <w:t>vielversprechendsten</w:t>
      </w:r>
      <w:r w:rsidR="00EF6322" w:rsidRPr="008B43BC">
        <w:rPr>
          <w:rStyle w:val="JDBodyText12ptBlackChar"/>
          <w:sz w:val="20"/>
          <w:szCs w:val="20"/>
          <w:lang w:val="de-DE"/>
        </w:rPr>
        <w:t xml:space="preserve"> Optionen </w:t>
      </w:r>
      <w:r w:rsidR="00F82BD9" w:rsidRPr="008B43BC">
        <w:rPr>
          <w:rStyle w:val="JDBodyText12ptBlackChar"/>
          <w:sz w:val="20"/>
          <w:szCs w:val="20"/>
          <w:lang w:val="de-DE"/>
        </w:rPr>
        <w:t xml:space="preserve">für die kurzfristige Integration in </w:t>
      </w:r>
      <w:r w:rsidR="00711C83">
        <w:rPr>
          <w:rStyle w:val="JDBodyText12ptBlackChar"/>
          <w:sz w:val="20"/>
          <w:szCs w:val="20"/>
          <w:lang w:val="de-DE"/>
        </w:rPr>
        <w:t>Nutzfahr</w:t>
      </w:r>
      <w:r w:rsidR="00E828C4" w:rsidRPr="008B43BC">
        <w:rPr>
          <w:rStyle w:val="JDBodyText12ptBlackChar"/>
          <w:sz w:val="20"/>
          <w:szCs w:val="20"/>
          <w:lang w:val="de-DE"/>
        </w:rPr>
        <w:t>zeuge</w:t>
      </w:r>
      <w:r w:rsidR="00F82BD9">
        <w:rPr>
          <w:rStyle w:val="JDBodyText12ptBlackChar"/>
          <w:sz w:val="20"/>
          <w:szCs w:val="20"/>
          <w:lang w:val="de-DE"/>
        </w:rPr>
        <w:t>.</w:t>
      </w:r>
      <w:r w:rsidR="00F82BD9" w:rsidRPr="008B43BC">
        <w:rPr>
          <w:rStyle w:val="JDBodyText12ptBlackChar"/>
          <w:sz w:val="20"/>
          <w:szCs w:val="20"/>
          <w:lang w:val="de-DE"/>
        </w:rPr>
        <w:t xml:space="preserve"> </w:t>
      </w:r>
      <w:r w:rsidR="00751629" w:rsidRPr="008B43BC">
        <w:rPr>
          <w:rStyle w:val="JDBodyText12ptBlackChar"/>
          <w:sz w:val="20"/>
          <w:szCs w:val="20"/>
          <w:lang w:val="de-DE"/>
        </w:rPr>
        <w:t xml:space="preserve">Ethanol ist ein </w:t>
      </w:r>
      <w:r w:rsidR="00DF6302" w:rsidRPr="008B43BC">
        <w:rPr>
          <w:rStyle w:val="JDBodyText12ptBlackChar"/>
          <w:sz w:val="20"/>
          <w:szCs w:val="20"/>
          <w:lang w:val="de-DE"/>
        </w:rPr>
        <w:t>alkohol</w:t>
      </w:r>
      <w:r w:rsidR="00B551A4" w:rsidRPr="008B43BC">
        <w:rPr>
          <w:rStyle w:val="JDBodyText12ptBlackChar"/>
          <w:sz w:val="20"/>
          <w:szCs w:val="20"/>
          <w:lang w:val="de-DE"/>
        </w:rPr>
        <w:t xml:space="preserve">-basierter erneuerbarer Kraftstoff, der in weiten Teilen der Welt </w:t>
      </w:r>
      <w:r w:rsidR="007E351C">
        <w:rPr>
          <w:rStyle w:val="JDBodyText12ptBlackChar"/>
          <w:sz w:val="20"/>
          <w:szCs w:val="20"/>
          <w:lang w:val="de-DE"/>
        </w:rPr>
        <w:t>verfügbar</w:t>
      </w:r>
      <w:r w:rsidR="00B551A4" w:rsidRPr="008B43BC">
        <w:rPr>
          <w:rStyle w:val="JDBodyText12ptBlackChar"/>
          <w:sz w:val="20"/>
          <w:szCs w:val="20"/>
          <w:lang w:val="de-DE"/>
        </w:rPr>
        <w:t xml:space="preserve"> ist</w:t>
      </w:r>
      <w:r w:rsidR="00377338" w:rsidRPr="008B43BC">
        <w:rPr>
          <w:rStyle w:val="JDBodyText12ptBlackChar"/>
          <w:sz w:val="20"/>
          <w:szCs w:val="20"/>
          <w:lang w:val="de-DE"/>
        </w:rPr>
        <w:t xml:space="preserve">, da er aus </w:t>
      </w:r>
      <w:r w:rsidR="007D4CAA" w:rsidRPr="008B43BC">
        <w:rPr>
          <w:rStyle w:val="JDBodyText12ptBlackChar"/>
          <w:sz w:val="20"/>
          <w:szCs w:val="20"/>
          <w:lang w:val="de-DE"/>
        </w:rPr>
        <w:t>Rohstoffen wie Mais, Getreide oder Zuckerrohr gewonnen wird.</w:t>
      </w:r>
      <w:r w:rsidR="003879F2" w:rsidRPr="008B43BC">
        <w:rPr>
          <w:rStyle w:val="JDBodyText12ptBlackChar"/>
          <w:sz w:val="20"/>
          <w:szCs w:val="20"/>
          <w:lang w:val="de-DE"/>
        </w:rPr>
        <w:t xml:space="preserve"> Als </w:t>
      </w:r>
      <w:r w:rsidR="00F26C5C" w:rsidRPr="008B43BC">
        <w:rPr>
          <w:rStyle w:val="JDBodyText12ptBlackChar"/>
          <w:sz w:val="20"/>
          <w:szCs w:val="20"/>
          <w:lang w:val="de-DE"/>
        </w:rPr>
        <w:t>Kraftstoff</w:t>
      </w:r>
      <w:r w:rsidR="00C61AC4" w:rsidRPr="008B43BC">
        <w:rPr>
          <w:rStyle w:val="JDBodyText12ptBlackChar"/>
          <w:sz w:val="20"/>
          <w:szCs w:val="20"/>
          <w:lang w:val="de-DE"/>
        </w:rPr>
        <w:t xml:space="preserve"> </w:t>
      </w:r>
      <w:r w:rsidR="00C92BF3" w:rsidRPr="008B43BC">
        <w:rPr>
          <w:rStyle w:val="JDBodyText12ptBlackChar"/>
          <w:sz w:val="20"/>
          <w:szCs w:val="20"/>
          <w:lang w:val="de-DE"/>
        </w:rPr>
        <w:t xml:space="preserve">mit hoher Oktanzahl </w:t>
      </w:r>
      <w:r w:rsidR="00C61AC4" w:rsidRPr="008B43BC">
        <w:rPr>
          <w:rStyle w:val="JDBodyText12ptBlackChar"/>
          <w:sz w:val="20"/>
          <w:szCs w:val="20"/>
          <w:lang w:val="de-DE"/>
        </w:rPr>
        <w:t>eignet sich Ethanol besonder</w:t>
      </w:r>
      <w:r w:rsidR="00FF23EB" w:rsidRPr="008B43BC">
        <w:rPr>
          <w:rStyle w:val="JDBodyText12ptBlackChar"/>
          <w:sz w:val="20"/>
          <w:szCs w:val="20"/>
          <w:lang w:val="de-DE"/>
        </w:rPr>
        <w:t>s</w:t>
      </w:r>
      <w:r w:rsidR="00C61AC4" w:rsidRPr="008B43BC">
        <w:rPr>
          <w:rStyle w:val="JDBodyText12ptBlackChar"/>
          <w:sz w:val="20"/>
          <w:szCs w:val="20"/>
          <w:lang w:val="de-DE"/>
        </w:rPr>
        <w:t xml:space="preserve"> gut für </w:t>
      </w:r>
      <w:r w:rsidR="00FF23EB" w:rsidRPr="008B43BC">
        <w:rPr>
          <w:rStyle w:val="JDBodyText12ptBlackChar"/>
          <w:sz w:val="20"/>
          <w:szCs w:val="20"/>
          <w:lang w:val="de-DE"/>
        </w:rPr>
        <w:t xml:space="preserve">Ottomotoren </w:t>
      </w:r>
      <w:r w:rsidR="000118FD">
        <w:rPr>
          <w:rStyle w:val="JDBodyText12ptBlackChar"/>
          <w:sz w:val="20"/>
          <w:szCs w:val="20"/>
          <w:lang w:val="de-DE"/>
        </w:rPr>
        <w:t xml:space="preserve">im oberen </w:t>
      </w:r>
      <w:r w:rsidR="00FF23EB">
        <w:rPr>
          <w:rStyle w:val="JDBodyText12ptBlackChar"/>
          <w:sz w:val="20"/>
          <w:szCs w:val="20"/>
          <w:lang w:val="de-DE"/>
        </w:rPr>
        <w:t>Leistungs</w:t>
      </w:r>
      <w:r w:rsidR="000118FD">
        <w:rPr>
          <w:rStyle w:val="JDBodyText12ptBlackChar"/>
          <w:sz w:val="20"/>
          <w:szCs w:val="20"/>
          <w:lang w:val="de-DE"/>
        </w:rPr>
        <w:t>segment</w:t>
      </w:r>
      <w:r w:rsidR="00FF23EB" w:rsidRPr="008B43BC">
        <w:rPr>
          <w:rStyle w:val="JDBodyText12ptBlackChar"/>
          <w:sz w:val="20"/>
          <w:szCs w:val="20"/>
          <w:lang w:val="de-DE"/>
        </w:rPr>
        <w:t>.</w:t>
      </w:r>
    </w:p>
    <w:p w14:paraId="79A6E3EB" w14:textId="77777777" w:rsidR="00A102CE" w:rsidRPr="008B43BC" w:rsidRDefault="00A102CE" w:rsidP="00A102CE">
      <w:pPr>
        <w:spacing w:line="360" w:lineRule="auto"/>
        <w:jc w:val="both"/>
        <w:rPr>
          <w:rStyle w:val="JDBodyText12ptBlackChar"/>
          <w:sz w:val="20"/>
          <w:szCs w:val="20"/>
          <w:lang w:val="de-DE"/>
        </w:rPr>
      </w:pPr>
    </w:p>
    <w:p w14:paraId="13116B1B" w14:textId="6842C2EB" w:rsidR="005F1CBC" w:rsidRPr="000E36DF" w:rsidRDefault="00F42666" w:rsidP="00D002C8">
      <w:pPr>
        <w:spacing w:line="360" w:lineRule="auto"/>
        <w:jc w:val="both"/>
        <w:rPr>
          <w:rStyle w:val="JDBodyText12ptBlackChar"/>
          <w:sz w:val="20"/>
          <w:szCs w:val="20"/>
          <w:lang w:val="de-DE"/>
        </w:rPr>
      </w:pPr>
      <w:r w:rsidRPr="008B43BC">
        <w:rPr>
          <w:rStyle w:val="JDBodyText12ptBlackChar"/>
          <w:sz w:val="20"/>
          <w:szCs w:val="20"/>
          <w:lang w:val="de-DE"/>
        </w:rPr>
        <w:t xml:space="preserve">John Deere </w:t>
      </w:r>
      <w:r w:rsidR="0011688A" w:rsidRPr="008B43BC">
        <w:rPr>
          <w:rStyle w:val="JDBodyText12ptBlackChar"/>
          <w:sz w:val="20"/>
          <w:szCs w:val="20"/>
          <w:lang w:val="de-DE"/>
        </w:rPr>
        <w:t xml:space="preserve">nutzt seine </w:t>
      </w:r>
      <w:r w:rsidR="00101F8E" w:rsidRPr="008B43BC">
        <w:rPr>
          <w:rStyle w:val="JDBodyText12ptBlackChar"/>
          <w:sz w:val="20"/>
          <w:szCs w:val="20"/>
          <w:lang w:val="de-DE"/>
        </w:rPr>
        <w:t xml:space="preserve">außerordentliche Expertise im </w:t>
      </w:r>
      <w:r w:rsidR="004530F3" w:rsidRPr="008B43BC">
        <w:rPr>
          <w:rStyle w:val="JDBodyText12ptBlackChar"/>
          <w:sz w:val="20"/>
          <w:szCs w:val="20"/>
          <w:lang w:val="de-DE"/>
        </w:rPr>
        <w:t>Fahrzeugbau</w:t>
      </w:r>
      <w:r w:rsidR="00101F8E" w:rsidRPr="008B43BC">
        <w:rPr>
          <w:rStyle w:val="JDBodyText12ptBlackChar"/>
          <w:sz w:val="20"/>
          <w:szCs w:val="20"/>
          <w:lang w:val="de-DE"/>
        </w:rPr>
        <w:t xml:space="preserve">, um </w:t>
      </w:r>
      <w:r w:rsidR="00E47652" w:rsidRPr="008B43BC">
        <w:rPr>
          <w:rStyle w:val="JDBodyText12ptBlackChar"/>
          <w:sz w:val="20"/>
          <w:szCs w:val="20"/>
          <w:lang w:val="de-DE"/>
        </w:rPr>
        <w:t xml:space="preserve">neue Technologien, die die Integration von erneuerbaren Kraftstoffen </w:t>
      </w:r>
      <w:r w:rsidR="00953249" w:rsidRPr="008B43BC">
        <w:rPr>
          <w:rStyle w:val="JDBodyText12ptBlackChar"/>
          <w:sz w:val="20"/>
          <w:szCs w:val="20"/>
          <w:lang w:val="de-DE"/>
        </w:rPr>
        <w:t>in Verbrenn</w:t>
      </w:r>
      <w:r w:rsidR="006C0F8F" w:rsidRPr="008B43BC">
        <w:rPr>
          <w:rStyle w:val="JDBodyText12ptBlackChar"/>
          <w:sz w:val="20"/>
          <w:szCs w:val="20"/>
          <w:lang w:val="de-DE"/>
        </w:rPr>
        <w:t>ungs</w:t>
      </w:r>
      <w:r w:rsidR="00953249" w:rsidRPr="008B43BC">
        <w:rPr>
          <w:rStyle w:val="JDBodyText12ptBlackChar"/>
          <w:sz w:val="20"/>
          <w:szCs w:val="20"/>
          <w:lang w:val="de-DE"/>
        </w:rPr>
        <w:t xml:space="preserve">motoren </w:t>
      </w:r>
      <w:r w:rsidR="00E47652" w:rsidRPr="008B43BC">
        <w:rPr>
          <w:rStyle w:val="JDBodyText12ptBlackChar"/>
          <w:sz w:val="20"/>
          <w:szCs w:val="20"/>
          <w:lang w:val="de-DE"/>
        </w:rPr>
        <w:t>erleichtern</w:t>
      </w:r>
      <w:r w:rsidR="00953249" w:rsidRPr="008B43BC">
        <w:rPr>
          <w:rStyle w:val="JDBodyText12ptBlackChar"/>
          <w:sz w:val="20"/>
          <w:szCs w:val="20"/>
          <w:lang w:val="de-DE"/>
        </w:rPr>
        <w:t xml:space="preserve">, zu </w:t>
      </w:r>
      <w:r w:rsidR="004C6C5D" w:rsidRPr="008B43BC">
        <w:rPr>
          <w:rStyle w:val="JDBodyText12ptBlackChar"/>
          <w:sz w:val="20"/>
          <w:szCs w:val="20"/>
          <w:lang w:val="de-DE"/>
        </w:rPr>
        <w:t>entwickeln und zu testen.</w:t>
      </w:r>
      <w:r w:rsidR="002857C6" w:rsidRPr="008B43BC">
        <w:rPr>
          <w:rStyle w:val="JDBodyText12ptBlackChar"/>
          <w:sz w:val="20"/>
          <w:szCs w:val="20"/>
          <w:lang w:val="de-DE"/>
        </w:rPr>
        <w:t xml:space="preserve"> Damit soll der Nutzen und die Produktivität </w:t>
      </w:r>
      <w:r w:rsidR="00157995" w:rsidRPr="008B43BC">
        <w:rPr>
          <w:rStyle w:val="JDBodyText12ptBlackChar"/>
          <w:sz w:val="20"/>
          <w:szCs w:val="20"/>
          <w:lang w:val="de-DE"/>
        </w:rPr>
        <w:t>für den</w:t>
      </w:r>
      <w:r w:rsidR="002857C6" w:rsidRPr="008B43BC">
        <w:rPr>
          <w:rStyle w:val="JDBodyText12ptBlackChar"/>
          <w:sz w:val="20"/>
          <w:szCs w:val="20"/>
          <w:lang w:val="de-DE"/>
        </w:rPr>
        <w:t xml:space="preserve"> Kunden gesteigert w</w:t>
      </w:r>
      <w:r w:rsidR="00157995" w:rsidRPr="008B43BC">
        <w:rPr>
          <w:rStyle w:val="JDBodyText12ptBlackChar"/>
          <w:sz w:val="20"/>
          <w:szCs w:val="20"/>
          <w:lang w:val="de-DE"/>
        </w:rPr>
        <w:t>e</w:t>
      </w:r>
      <w:r w:rsidR="002857C6" w:rsidRPr="008B43BC">
        <w:rPr>
          <w:rStyle w:val="JDBodyText12ptBlackChar"/>
          <w:sz w:val="20"/>
          <w:szCs w:val="20"/>
          <w:lang w:val="de-DE"/>
        </w:rPr>
        <w:t>rden.</w:t>
      </w:r>
      <w:r w:rsidR="00953249" w:rsidRPr="008B43BC">
        <w:rPr>
          <w:rStyle w:val="JDBodyText12ptBlackChar"/>
          <w:sz w:val="20"/>
          <w:szCs w:val="20"/>
          <w:lang w:val="de-DE"/>
        </w:rPr>
        <w:t xml:space="preserve"> </w:t>
      </w:r>
      <w:r w:rsidR="00231E33" w:rsidRPr="008B43BC">
        <w:rPr>
          <w:rStyle w:val="JDBodyText12ptBlackChar"/>
          <w:sz w:val="20"/>
          <w:szCs w:val="20"/>
          <w:lang w:val="de-DE"/>
        </w:rPr>
        <w:t xml:space="preserve">Auf der AGRITECHNICA 2023 wird das Unternehmen </w:t>
      </w:r>
      <w:r w:rsidR="00B3095F" w:rsidRPr="008B43BC">
        <w:rPr>
          <w:rStyle w:val="JDBodyText12ptBlackChar"/>
          <w:sz w:val="20"/>
          <w:szCs w:val="20"/>
          <w:lang w:val="de-DE"/>
        </w:rPr>
        <w:t xml:space="preserve">einen </w:t>
      </w:r>
      <w:r w:rsidR="008D195A" w:rsidRPr="008B43BC">
        <w:rPr>
          <w:rStyle w:val="JDBodyText12ptBlackChar"/>
          <w:sz w:val="20"/>
          <w:szCs w:val="20"/>
          <w:lang w:val="de-DE"/>
        </w:rPr>
        <w:t>9.0</w:t>
      </w:r>
      <w:r w:rsidR="00231E33" w:rsidRPr="008B43BC">
        <w:rPr>
          <w:rStyle w:val="JDBodyText12ptBlackChar"/>
          <w:sz w:val="20"/>
          <w:szCs w:val="20"/>
          <w:lang w:val="de-DE"/>
        </w:rPr>
        <w:t xml:space="preserve"> </w:t>
      </w:r>
      <w:r w:rsidR="008D195A" w:rsidRPr="008B43BC">
        <w:rPr>
          <w:rStyle w:val="JDBodyText12ptBlackChar"/>
          <w:sz w:val="20"/>
          <w:szCs w:val="20"/>
          <w:lang w:val="de-DE"/>
        </w:rPr>
        <w:t>L Konzept-Motor ausstellen</w:t>
      </w:r>
      <w:r w:rsidR="00A90A46" w:rsidRPr="008B43BC">
        <w:rPr>
          <w:rStyle w:val="JDBodyText12ptBlackChar"/>
          <w:sz w:val="20"/>
          <w:szCs w:val="20"/>
          <w:lang w:val="de-DE"/>
        </w:rPr>
        <w:t xml:space="preserve">, der mit Ethanol </w:t>
      </w:r>
      <w:r w:rsidR="004D79B2" w:rsidRPr="008B43BC">
        <w:rPr>
          <w:rStyle w:val="JDBodyText12ptBlackChar"/>
          <w:sz w:val="20"/>
          <w:szCs w:val="20"/>
          <w:lang w:val="de-DE"/>
        </w:rPr>
        <w:t xml:space="preserve">einsetzbar </w:t>
      </w:r>
      <w:r w:rsidR="00A90A46" w:rsidRPr="008B43BC">
        <w:rPr>
          <w:rStyle w:val="JDBodyText12ptBlackChar"/>
          <w:sz w:val="20"/>
          <w:szCs w:val="20"/>
          <w:lang w:val="de-DE"/>
        </w:rPr>
        <w:t xml:space="preserve">ist. </w:t>
      </w:r>
      <w:r w:rsidR="00324028" w:rsidRPr="008B43BC">
        <w:rPr>
          <w:rStyle w:val="JDBodyText12ptBlackChar"/>
          <w:sz w:val="20"/>
          <w:szCs w:val="20"/>
          <w:lang w:val="de-DE"/>
        </w:rPr>
        <w:t xml:space="preserve">Dieser </w:t>
      </w:r>
      <w:r w:rsidR="000E36DF" w:rsidRPr="008B43BC">
        <w:rPr>
          <w:rStyle w:val="JDBodyText12ptBlackChar"/>
          <w:sz w:val="20"/>
          <w:szCs w:val="20"/>
          <w:lang w:val="de-DE"/>
        </w:rPr>
        <w:t>Prototyp</w:t>
      </w:r>
      <w:r w:rsidR="00324028" w:rsidRPr="008B43BC">
        <w:rPr>
          <w:rStyle w:val="JDBodyText12ptBlackChar"/>
          <w:sz w:val="20"/>
          <w:szCs w:val="20"/>
          <w:lang w:val="de-DE"/>
        </w:rPr>
        <w:t xml:space="preserve"> verdeutlicht die </w:t>
      </w:r>
      <w:r w:rsidR="00B558F8" w:rsidRPr="008B43BC">
        <w:rPr>
          <w:rStyle w:val="JDBodyText12ptBlackChar"/>
          <w:sz w:val="20"/>
          <w:szCs w:val="20"/>
          <w:lang w:val="de-DE"/>
        </w:rPr>
        <w:t xml:space="preserve">Überzeugung des Unternehmens, ein </w:t>
      </w:r>
      <w:r w:rsidR="00F72DC1" w:rsidRPr="008B43BC">
        <w:rPr>
          <w:rStyle w:val="JDBodyText12ptBlackChar"/>
          <w:sz w:val="20"/>
          <w:szCs w:val="20"/>
          <w:lang w:val="de-DE"/>
        </w:rPr>
        <w:t xml:space="preserve">vielseitiges Portfolio zu entwickeln, welches verschiedene Lösungen umfasst, die </w:t>
      </w:r>
      <w:r w:rsidR="00B5697F" w:rsidRPr="008B43BC">
        <w:rPr>
          <w:rStyle w:val="JDBodyText12ptBlackChar"/>
          <w:sz w:val="20"/>
          <w:szCs w:val="20"/>
          <w:lang w:val="de-DE"/>
        </w:rPr>
        <w:t>den</w:t>
      </w:r>
      <w:r w:rsidR="009D2F7F" w:rsidRPr="008B43BC">
        <w:rPr>
          <w:rStyle w:val="JDBodyText12ptBlackChar"/>
          <w:sz w:val="20"/>
          <w:szCs w:val="20"/>
          <w:lang w:val="de-DE"/>
        </w:rPr>
        <w:t xml:space="preserve"> </w:t>
      </w:r>
      <w:r w:rsidR="009D2F7F">
        <w:rPr>
          <w:rStyle w:val="JDBodyText12ptBlackChar"/>
          <w:sz w:val="20"/>
          <w:szCs w:val="20"/>
          <w:lang w:val="de-DE"/>
        </w:rPr>
        <w:t>Leistungsansprüche</w:t>
      </w:r>
      <w:r w:rsidR="00CD261A">
        <w:rPr>
          <w:rStyle w:val="JDBodyText12ptBlackChar"/>
          <w:sz w:val="20"/>
          <w:szCs w:val="20"/>
          <w:lang w:val="de-DE"/>
        </w:rPr>
        <w:t>n</w:t>
      </w:r>
      <w:r w:rsidR="009D2F7F" w:rsidRPr="008B43BC">
        <w:rPr>
          <w:rStyle w:val="JDBodyText12ptBlackChar"/>
          <w:sz w:val="20"/>
          <w:szCs w:val="20"/>
          <w:lang w:val="de-DE"/>
        </w:rPr>
        <w:t xml:space="preserve"> in allen Größen</w:t>
      </w:r>
      <w:r w:rsidR="00B5697F" w:rsidRPr="008B43BC">
        <w:rPr>
          <w:rStyle w:val="JDBodyText12ptBlackChar"/>
          <w:sz w:val="20"/>
          <w:szCs w:val="20"/>
          <w:lang w:val="de-DE"/>
        </w:rPr>
        <w:t xml:space="preserve"> und </w:t>
      </w:r>
      <w:r w:rsidR="000102AF" w:rsidRPr="008B43BC">
        <w:rPr>
          <w:rStyle w:val="JDBodyText12ptBlackChar"/>
          <w:sz w:val="20"/>
          <w:szCs w:val="20"/>
          <w:lang w:val="de-DE"/>
        </w:rPr>
        <w:t>Anwendungen</w:t>
      </w:r>
      <w:r w:rsidR="00B5697F" w:rsidRPr="008B43BC">
        <w:rPr>
          <w:rStyle w:val="JDBodyText12ptBlackChar"/>
          <w:sz w:val="20"/>
          <w:szCs w:val="20"/>
          <w:lang w:val="de-DE"/>
        </w:rPr>
        <w:t xml:space="preserve"> gerecht werden</w:t>
      </w:r>
      <w:r w:rsidR="00A102CE" w:rsidRPr="008B43BC">
        <w:rPr>
          <w:rStyle w:val="JDBodyText12ptBlackChar"/>
          <w:sz w:val="20"/>
          <w:szCs w:val="20"/>
          <w:lang w:val="de-DE"/>
        </w:rPr>
        <w:t>.</w:t>
      </w:r>
    </w:p>
    <w:sectPr w:rsidR="005F1CBC" w:rsidRPr="000E36DF" w:rsidSect="00A13BB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76A9E" w14:textId="77777777" w:rsidR="000A2434" w:rsidRDefault="000A2434">
      <w:r>
        <w:separator/>
      </w:r>
    </w:p>
  </w:endnote>
  <w:endnote w:type="continuationSeparator" w:id="0">
    <w:p w14:paraId="34C00823" w14:textId="77777777" w:rsidR="000A2434" w:rsidRDefault="000A2434">
      <w:r>
        <w:continuationSeparator/>
      </w:r>
    </w:p>
  </w:endnote>
  <w:endnote w:type="continuationNotice" w:id="1">
    <w:p w14:paraId="4840E147" w14:textId="77777777" w:rsidR="000A2434" w:rsidRDefault="000A24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7BCEC" w14:textId="4FB77B73" w:rsidR="00637525" w:rsidRDefault="00637525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D07DB05" wp14:editId="60A8F7F8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4B2F50" w14:textId="1462F106" w:rsidR="00637525" w:rsidRPr="00637525" w:rsidRDefault="00637525" w:rsidP="0063752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 w:rsidRPr="00637525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07DB0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textbox style="mso-fit-shape-to-text:t" inset="0,0,20pt,15pt">
                <w:txbxContent>
                  <w:p w14:paraId="394B2F50" w14:textId="1462F106" w:rsidR="00637525" w:rsidRPr="00637525" w:rsidRDefault="00637525" w:rsidP="0063752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 w:rsidRPr="00637525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6AE7" w14:textId="598CD20C" w:rsidR="00637525" w:rsidRDefault="00637525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A630D80" wp14:editId="08C7CD6E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3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5B43E1" w14:textId="7147DE9C" w:rsidR="00637525" w:rsidRPr="00637525" w:rsidRDefault="00637525" w:rsidP="0063752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 w:rsidRPr="00637525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630D8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58242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textbox style="mso-fit-shape-to-text:t" inset="0,0,20pt,15pt">
                <w:txbxContent>
                  <w:p w14:paraId="3D5B43E1" w14:textId="7147DE9C" w:rsidR="00637525" w:rsidRPr="00637525" w:rsidRDefault="00637525" w:rsidP="0063752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 w:rsidRPr="00637525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5A9F1" w14:textId="22142E89" w:rsidR="00910B8D" w:rsidRPr="00910B8D" w:rsidRDefault="00910B8D" w:rsidP="00910B8D">
    <w:pPr>
      <w:jc w:val="center"/>
      <w:rPr>
        <w:rFonts w:cs="Arial"/>
        <w:color w:val="000000"/>
        <w:sz w:val="14"/>
        <w:szCs w:val="14"/>
        <w:lang w:val="de-DE"/>
      </w:rPr>
    </w:pPr>
    <w:r w:rsidRPr="00906E58">
      <w:rPr>
        <w:rFonts w:cs="Arial"/>
        <w:color w:val="000000"/>
        <w:sz w:val="14"/>
        <w:szCs w:val="14"/>
      </w:rPr>
      <w:t xml:space="preserve">John Deere Walldorf GmbH &amp; Co. </w:t>
    </w:r>
    <w:r w:rsidRPr="00910B8D">
      <w:rPr>
        <w:rFonts w:cs="Arial"/>
        <w:color w:val="000000"/>
        <w:sz w:val="14"/>
        <w:szCs w:val="14"/>
        <w:lang w:val="de-DE"/>
      </w:rPr>
      <w:t xml:space="preserve">KG </w:t>
    </w:r>
    <w:r w:rsidRPr="00910B8D">
      <w:rPr>
        <w:rFonts w:cs="Arial"/>
        <w:sz w:val="14"/>
        <w:szCs w:val="14"/>
        <w:lang w:val="de-DE"/>
      </w:rPr>
      <w:t>•</w:t>
    </w:r>
    <w:r w:rsidRPr="00910B8D">
      <w:rPr>
        <w:rFonts w:cs="Arial"/>
        <w:color w:val="000000"/>
        <w:sz w:val="14"/>
        <w:szCs w:val="14"/>
        <w:lang w:val="de-DE"/>
      </w:rPr>
      <w:t xml:space="preserve"> Sitz Walldorf </w:t>
    </w:r>
    <w:r w:rsidRPr="00910B8D">
      <w:rPr>
        <w:rFonts w:cs="Arial"/>
        <w:sz w:val="14"/>
        <w:szCs w:val="14"/>
        <w:lang w:val="de-DE"/>
      </w:rPr>
      <w:t>•</w:t>
    </w:r>
    <w:r w:rsidRPr="00910B8D">
      <w:rPr>
        <w:rFonts w:cs="Arial"/>
        <w:color w:val="000000"/>
        <w:sz w:val="14"/>
        <w:szCs w:val="14"/>
        <w:lang w:val="de-DE"/>
      </w:rPr>
      <w:t xml:space="preserve"> Amtsgericht Mannheim HRA 707944</w:t>
    </w:r>
  </w:p>
  <w:p w14:paraId="4D456F92" w14:textId="77777777" w:rsidR="00910B8D" w:rsidRPr="00910B8D" w:rsidRDefault="00910B8D" w:rsidP="00910B8D">
    <w:pPr>
      <w:jc w:val="center"/>
      <w:rPr>
        <w:rFonts w:cs="Arial"/>
        <w:color w:val="000000"/>
        <w:sz w:val="14"/>
        <w:szCs w:val="14"/>
        <w:lang w:val="de-DE"/>
      </w:rPr>
    </w:pPr>
    <w:r w:rsidRPr="00910B8D">
      <w:rPr>
        <w:rFonts w:cs="Arial"/>
        <w:color w:val="000000"/>
        <w:sz w:val="14"/>
        <w:szCs w:val="14"/>
        <w:lang w:val="de-DE"/>
      </w:rPr>
      <w:t xml:space="preserve">Persönlich haftende Gesellschafterin: John Deere Walldorf GmbH, Sitz Luxemburg, </w:t>
    </w:r>
    <w:r w:rsidRPr="00910B8D">
      <w:rPr>
        <w:rFonts w:cs="Arial"/>
        <w:sz w:val="14"/>
        <w:szCs w:val="14"/>
        <w:lang w:val="de-DE"/>
      </w:rPr>
      <w:t xml:space="preserve">Handelsregister Nr.: </w:t>
    </w:r>
    <w:r w:rsidRPr="00910B8D">
      <w:rPr>
        <w:rFonts w:cs="Arial"/>
        <w:color w:val="000000"/>
        <w:sz w:val="14"/>
        <w:szCs w:val="14"/>
        <w:lang w:val="de-DE"/>
      </w:rPr>
      <w:t>R.C.S. Luxemburg B220944</w:t>
    </w:r>
  </w:p>
  <w:p w14:paraId="0A2A9013" w14:textId="458D655F" w:rsidR="00C92C77" w:rsidRPr="00910B8D" w:rsidRDefault="00910B8D" w:rsidP="00910B8D">
    <w:pPr>
      <w:rPr>
        <w:rFonts w:cs="Arial"/>
        <w:sz w:val="18"/>
        <w:szCs w:val="18"/>
        <w:lang w:val="de-DE" w:eastAsia="de-DE"/>
      </w:rPr>
    </w:pPr>
    <w:r w:rsidRPr="00910B8D">
      <w:rPr>
        <w:rFonts w:cs="Arial"/>
        <w:color w:val="000000" w:themeColor="text1"/>
        <w:sz w:val="14"/>
        <w:szCs w:val="14"/>
        <w:lang w:val="de-DE"/>
      </w:rPr>
      <w:t xml:space="preserve">Geschäftsführer: Christian Eichholtz, Markwart von Pentz, Alejandro </w:t>
    </w:r>
    <w:proofErr w:type="spellStart"/>
    <w:r w:rsidRPr="00910B8D">
      <w:rPr>
        <w:rFonts w:cs="Arial"/>
        <w:color w:val="000000" w:themeColor="text1"/>
        <w:sz w:val="14"/>
        <w:szCs w:val="14"/>
        <w:lang w:val="de-DE"/>
      </w:rPr>
      <w:t>Sáyago</w:t>
    </w:r>
    <w:proofErr w:type="spellEnd"/>
    <w:r w:rsidRPr="00910B8D">
      <w:rPr>
        <w:rFonts w:cs="Arial"/>
        <w:color w:val="000000" w:themeColor="text1"/>
        <w:sz w:val="14"/>
        <w:szCs w:val="14"/>
        <w:lang w:val="de-DE"/>
      </w:rPr>
      <w:t>, Günther Sucietto, Dr. Wolfgang Voß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F21F7" w14:textId="77777777" w:rsidR="000A2434" w:rsidRDefault="000A2434">
      <w:r>
        <w:separator/>
      </w:r>
    </w:p>
  </w:footnote>
  <w:footnote w:type="continuationSeparator" w:id="0">
    <w:p w14:paraId="3C62EFFB" w14:textId="77777777" w:rsidR="000A2434" w:rsidRDefault="000A2434">
      <w:r>
        <w:continuationSeparator/>
      </w:r>
    </w:p>
  </w:footnote>
  <w:footnote w:type="continuationNotice" w:id="1">
    <w:p w14:paraId="3C593A71" w14:textId="77777777" w:rsidR="000A2434" w:rsidRDefault="000A24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C92C77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6CB78F22" w:rsidR="00C92C77" w:rsidRDefault="00C92C77">
          <w:pPr>
            <w:pStyle w:val="berschrift1"/>
            <w:spacing w:before="567"/>
            <w:ind w:right="-57" w:hanging="142"/>
            <w:jc w:val="right"/>
            <w:rPr>
              <w:b w:val="0"/>
              <w:sz w:val="18"/>
              <w:lang w:val="de-DE"/>
            </w:rPr>
          </w:pPr>
          <w:r>
            <w:rPr>
              <w:rStyle w:val="Seitenzahl"/>
              <w:b w:val="0"/>
              <w:sz w:val="18"/>
            </w:rPr>
            <w:t xml:space="preserve">- </w:t>
          </w:r>
          <w:r w:rsidR="00C54325">
            <w:rPr>
              <w:rStyle w:val="Seitenzahl"/>
              <w:b w:val="0"/>
              <w:sz w:val="18"/>
            </w:rPr>
            <w:fldChar w:fldCharType="begin"/>
          </w:r>
          <w:r>
            <w:rPr>
              <w:rStyle w:val="Seitenzahl"/>
              <w:b w:val="0"/>
              <w:sz w:val="18"/>
            </w:rPr>
            <w:instrText xml:space="preserve"> PAGE </w:instrText>
          </w:r>
          <w:r w:rsidR="00C54325">
            <w:rPr>
              <w:rStyle w:val="Seitenzahl"/>
              <w:b w:val="0"/>
              <w:sz w:val="18"/>
            </w:rPr>
            <w:fldChar w:fldCharType="separate"/>
          </w:r>
          <w:r w:rsidR="00741441">
            <w:rPr>
              <w:rStyle w:val="Seitenzahl"/>
              <w:b w:val="0"/>
              <w:noProof/>
              <w:sz w:val="18"/>
            </w:rPr>
            <w:t>2</w:t>
          </w:r>
          <w:r w:rsidR="00C54325">
            <w:rPr>
              <w:rStyle w:val="Seitenzahl"/>
              <w:b w:val="0"/>
              <w:sz w:val="18"/>
            </w:rPr>
            <w:fldChar w:fldCharType="end"/>
          </w:r>
          <w:r>
            <w:rPr>
              <w:rStyle w:val="Seitenzahl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berschrift2"/>
            <w:ind w:hanging="142"/>
          </w:pPr>
        </w:p>
      </w:tc>
    </w:tr>
  </w:tbl>
  <w:p w14:paraId="0BDF5DE1" w14:textId="77777777" w:rsidR="00C92C77" w:rsidRDefault="00C92C77">
    <w:pPr>
      <w:pStyle w:val="Kopfzeile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84242A" w:rsidRPr="0084242A" w14:paraId="4CEC36E2" w14:textId="77777777" w:rsidTr="00F34E40">
      <w:tc>
        <w:tcPr>
          <w:tcW w:w="6039" w:type="dxa"/>
        </w:tcPr>
        <w:p w14:paraId="7C3EAF40" w14:textId="77777777" w:rsidR="0084242A" w:rsidRDefault="0084242A" w:rsidP="0084242A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sz w:val="24"/>
              <w:lang w:val="de-DE" w:eastAsia="de-DE"/>
            </w:rPr>
            <w:drawing>
              <wp:anchor distT="0" distB="0" distL="114300" distR="114300" simplePos="0" relativeHeight="251660290" behindDoc="0" locked="0" layoutInCell="1" allowOverlap="1" wp14:anchorId="2EA9CA6F" wp14:editId="0793C285">
                <wp:simplePos x="0" y="0"/>
                <wp:positionH relativeFrom="column">
                  <wp:posOffset>394970</wp:posOffset>
                </wp:positionH>
                <wp:positionV relativeFrom="paragraph">
                  <wp:posOffset>129540</wp:posOffset>
                </wp:positionV>
                <wp:extent cx="2423160" cy="741680"/>
                <wp:effectExtent l="0" t="0" r="0" b="0"/>
                <wp:wrapNone/>
                <wp:docPr id="13" name="Grafi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84242A" w:rsidRDefault="0084242A" w:rsidP="0084242A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84242A" w:rsidRDefault="0084242A" w:rsidP="0084242A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tbl>
          <w:tblPr>
            <w:tblW w:w="12078" w:type="dxa"/>
            <w:tblLayout w:type="fixed"/>
            <w:tblCellMar>
              <w:left w:w="198" w:type="dxa"/>
              <w:right w:w="198" w:type="dxa"/>
            </w:tblCellMar>
            <w:tblLook w:val="0000" w:firstRow="0" w:lastRow="0" w:firstColumn="0" w:lastColumn="0" w:noHBand="0" w:noVBand="0"/>
          </w:tblPr>
          <w:tblGrid>
            <w:gridCol w:w="12078"/>
          </w:tblGrid>
          <w:tr w:rsidR="0084242A" w:rsidRPr="00DE3525" w14:paraId="77B55573" w14:textId="77777777" w:rsidTr="00CB7C80">
            <w:tc>
              <w:tcPr>
                <w:tcW w:w="6039" w:type="dxa"/>
              </w:tcPr>
              <w:p w14:paraId="08FDE60C" w14:textId="77777777" w:rsidR="0084242A" w:rsidRPr="00DE3525" w:rsidRDefault="0084242A" w:rsidP="0084242A">
                <w:pPr>
                  <w:pStyle w:val="Kopfzeile"/>
                  <w:ind w:left="-142" w:right="-533"/>
                  <w:rPr>
                    <w:szCs w:val="18"/>
                  </w:rPr>
                </w:pPr>
              </w:p>
              <w:p w14:paraId="0F6EFCC1" w14:textId="77777777" w:rsidR="0084242A" w:rsidRPr="00DE3525" w:rsidRDefault="0084242A" w:rsidP="0084242A">
                <w:pPr>
                  <w:pStyle w:val="Kopfzeile"/>
                  <w:ind w:left="-142" w:right="-533"/>
                  <w:rPr>
                    <w:szCs w:val="18"/>
                    <w:lang w:val="de-DE"/>
                  </w:rPr>
                </w:pPr>
                <w:r w:rsidRPr="00DE3525">
                  <w:rPr>
                    <w:szCs w:val="18"/>
                  </w:rPr>
                  <w:t xml:space="preserve">John Deere GmbH &amp; Co. </w:t>
                </w:r>
                <w:r w:rsidRPr="00DE3525">
                  <w:rPr>
                    <w:szCs w:val="18"/>
                    <w:lang w:val="de-DE"/>
                  </w:rPr>
                  <w:t xml:space="preserve">KG </w:t>
                </w:r>
              </w:p>
              <w:p w14:paraId="2FE339E7" w14:textId="77777777" w:rsidR="0084242A" w:rsidRPr="00DE3525" w:rsidRDefault="0084242A" w:rsidP="0084242A">
                <w:pPr>
                  <w:pStyle w:val="Kopfzeile"/>
                  <w:ind w:left="-142" w:right="-533"/>
                  <w:rPr>
                    <w:szCs w:val="18"/>
                    <w:lang w:val="de-DE"/>
                  </w:rPr>
                </w:pPr>
                <w:r w:rsidRPr="00DE3525">
                  <w:rPr>
                    <w:szCs w:val="18"/>
                    <w:lang w:val="de-DE"/>
                  </w:rPr>
                  <w:t>John-Deere-Straße 70 • 68163 Mannheim • Germany</w:t>
                </w:r>
              </w:p>
              <w:p w14:paraId="3B3118D4" w14:textId="77777777" w:rsidR="0084242A" w:rsidRPr="00DE3525" w:rsidRDefault="0084242A" w:rsidP="0084242A">
                <w:pPr>
                  <w:pStyle w:val="Kopfzeile"/>
                  <w:ind w:left="-142" w:right="-533"/>
                  <w:rPr>
                    <w:szCs w:val="18"/>
                    <w:lang w:val="de-DE"/>
                  </w:rPr>
                </w:pPr>
                <w:r w:rsidRPr="00DE3525">
                  <w:rPr>
                    <w:szCs w:val="18"/>
                    <w:lang w:val="de-DE"/>
                  </w:rPr>
                  <w:t>Mobil: +49 (0) 171 416 1599</w:t>
                </w:r>
              </w:p>
              <w:p w14:paraId="6592428C" w14:textId="77777777" w:rsidR="0084242A" w:rsidRPr="00DE3525" w:rsidRDefault="0084242A" w:rsidP="0084242A">
                <w:pPr>
                  <w:pStyle w:val="Kopfzeile"/>
                  <w:ind w:left="-142" w:right="-533"/>
                  <w:rPr>
                    <w:szCs w:val="18"/>
                    <w:lang w:val="de-DE"/>
                  </w:rPr>
                </w:pPr>
                <w:proofErr w:type="spellStart"/>
                <w:r w:rsidRPr="00DE3525">
                  <w:rPr>
                    <w:szCs w:val="18"/>
                    <w:lang w:val="de-DE"/>
                  </w:rPr>
                  <w:t>E-mail</w:t>
                </w:r>
                <w:proofErr w:type="spellEnd"/>
                <w:r w:rsidRPr="00DE3525">
                  <w:rPr>
                    <w:szCs w:val="18"/>
                    <w:lang w:val="de-DE"/>
                  </w:rPr>
                  <w:t>: LengeRalf@JohnDeere.com</w:t>
                </w:r>
              </w:p>
              <w:p w14:paraId="370FE447" w14:textId="77777777" w:rsidR="0084242A" w:rsidRPr="00DE3525" w:rsidRDefault="0084242A" w:rsidP="0084242A">
                <w:pPr>
                  <w:pStyle w:val="Kopfzeile"/>
                  <w:ind w:left="-142" w:right="-533"/>
                  <w:rPr>
                    <w:szCs w:val="18"/>
                    <w:lang w:val="de-DE"/>
                  </w:rPr>
                </w:pPr>
              </w:p>
            </w:tc>
          </w:tr>
          <w:tr w:rsidR="0084242A" w:rsidRPr="00DE3525" w14:paraId="44C58AAB" w14:textId="77777777" w:rsidTr="00CB7C80">
            <w:tc>
              <w:tcPr>
                <w:tcW w:w="6039" w:type="dxa"/>
              </w:tcPr>
              <w:p w14:paraId="029C1EEF" w14:textId="77777777" w:rsidR="0084242A" w:rsidRPr="00DE3525" w:rsidRDefault="0084242A" w:rsidP="0084242A">
                <w:pPr>
                  <w:pStyle w:val="Kopfzeile"/>
                  <w:ind w:right="-533" w:hanging="142"/>
                  <w:rPr>
                    <w:b/>
                    <w:szCs w:val="18"/>
                  </w:rPr>
                </w:pPr>
                <w:r w:rsidRPr="00DE3525">
                  <w:rPr>
                    <w:b/>
                    <w:szCs w:val="18"/>
                  </w:rPr>
                  <w:t xml:space="preserve">Ralf Lenge </w:t>
                </w:r>
              </w:p>
              <w:p w14:paraId="3A5B5792" w14:textId="77777777" w:rsidR="0084242A" w:rsidRPr="00DE3525" w:rsidRDefault="0084242A" w:rsidP="0084242A">
                <w:pPr>
                  <w:pStyle w:val="Kopfzeile"/>
                  <w:ind w:right="-533" w:hanging="142"/>
                  <w:rPr>
                    <w:szCs w:val="18"/>
                  </w:rPr>
                </w:pPr>
                <w:r w:rsidRPr="00DE3525">
                  <w:rPr>
                    <w:szCs w:val="18"/>
                  </w:rPr>
                  <w:t>Corporate Public Relations Manager</w:t>
                </w:r>
              </w:p>
              <w:p w14:paraId="5D3B3DFA" w14:textId="77777777" w:rsidR="0084242A" w:rsidRPr="00DE3525" w:rsidRDefault="0084242A" w:rsidP="0084242A">
                <w:pPr>
                  <w:pStyle w:val="Kopfzeile"/>
                  <w:ind w:right="-533" w:hanging="142"/>
                  <w:rPr>
                    <w:szCs w:val="18"/>
                  </w:rPr>
                </w:pPr>
              </w:p>
            </w:tc>
          </w:tr>
        </w:tbl>
        <w:p w14:paraId="0B5B6988" w14:textId="0C6E92AE" w:rsidR="0084242A" w:rsidRPr="0084242A" w:rsidRDefault="0084242A" w:rsidP="0084242A">
          <w:pPr>
            <w:pStyle w:val="StandardWeb"/>
            <w:spacing w:before="0" w:beforeAutospacing="0" w:after="0" w:afterAutospacing="0"/>
            <w:ind w:left="-113"/>
            <w:rPr>
              <w:rFonts w:ascii="Arial" w:hAnsi="Arial" w:cs="Arial"/>
              <w:sz w:val="16"/>
              <w:szCs w:val="16"/>
              <w:lang w:val="en-US"/>
            </w:rPr>
          </w:pPr>
        </w:p>
      </w:tc>
    </w:tr>
    <w:tr w:rsidR="0084242A" w:rsidRPr="00D50418" w14:paraId="16F1B44E" w14:textId="77777777" w:rsidTr="00F34E40">
      <w:tc>
        <w:tcPr>
          <w:tcW w:w="6039" w:type="dxa"/>
        </w:tcPr>
        <w:p w14:paraId="1D0269F3" w14:textId="77777777" w:rsidR="0084242A" w:rsidRPr="0084242A" w:rsidRDefault="0084242A" w:rsidP="0084242A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ED18540" w14:textId="69659CB5" w:rsidR="0084242A" w:rsidRPr="00487A30" w:rsidRDefault="0084242A" w:rsidP="0084242A">
          <w:pPr>
            <w:pStyle w:val="JDNameAddressInformation"/>
            <w:rPr>
              <w:szCs w:val="18"/>
            </w:rPr>
          </w:pPr>
        </w:p>
      </w:tc>
    </w:tr>
  </w:tbl>
  <w:p w14:paraId="519ED5D3" w14:textId="77777777" w:rsidR="00C92C77" w:rsidRPr="00487A30" w:rsidRDefault="00C92C77">
    <w:pPr>
      <w:pStyle w:val="Kopfzeil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DFC07718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97B43"/>
    <w:multiLevelType w:val="hybridMultilevel"/>
    <w:tmpl w:val="F8FEC6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205B30"/>
    <w:multiLevelType w:val="hybridMultilevel"/>
    <w:tmpl w:val="16A2C87C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A6CB3"/>
    <w:multiLevelType w:val="hybridMultilevel"/>
    <w:tmpl w:val="BAB65E84"/>
    <w:lvl w:ilvl="0" w:tplc="6A583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8D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A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C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0A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05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8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A7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E4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8C75DA8"/>
    <w:multiLevelType w:val="hybridMultilevel"/>
    <w:tmpl w:val="49C2E6CE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4566B"/>
    <w:multiLevelType w:val="hybridMultilevel"/>
    <w:tmpl w:val="10E445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31C3F"/>
    <w:multiLevelType w:val="hybridMultilevel"/>
    <w:tmpl w:val="A2EA7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63A1A"/>
    <w:multiLevelType w:val="hybridMultilevel"/>
    <w:tmpl w:val="597EBFBE"/>
    <w:lvl w:ilvl="0" w:tplc="50460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4C9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CB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04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4F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A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CD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8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E8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635136D"/>
    <w:multiLevelType w:val="hybridMultilevel"/>
    <w:tmpl w:val="EBC8F756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47AFB"/>
    <w:multiLevelType w:val="hybridMultilevel"/>
    <w:tmpl w:val="43683DF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C1521"/>
    <w:multiLevelType w:val="hybridMultilevel"/>
    <w:tmpl w:val="87E6F43A"/>
    <w:lvl w:ilvl="0" w:tplc="1E14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A9D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C5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4E8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67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C7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A0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E3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80C5DE4"/>
    <w:multiLevelType w:val="hybridMultilevel"/>
    <w:tmpl w:val="5C2A1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B2BEB"/>
    <w:multiLevelType w:val="hybridMultilevel"/>
    <w:tmpl w:val="104EEC2C"/>
    <w:lvl w:ilvl="0" w:tplc="F0AC7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C3D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C9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09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B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60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D8F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41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4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81111341">
    <w:abstractNumId w:val="1"/>
  </w:num>
  <w:num w:numId="2" w16cid:durableId="2002656519">
    <w:abstractNumId w:val="6"/>
  </w:num>
  <w:num w:numId="3" w16cid:durableId="565726683">
    <w:abstractNumId w:val="12"/>
  </w:num>
  <w:num w:numId="4" w16cid:durableId="1786463196">
    <w:abstractNumId w:val="8"/>
  </w:num>
  <w:num w:numId="5" w16cid:durableId="556859547">
    <w:abstractNumId w:val="13"/>
  </w:num>
  <w:num w:numId="6" w16cid:durableId="1062368329">
    <w:abstractNumId w:val="11"/>
  </w:num>
  <w:num w:numId="7" w16cid:durableId="373117726">
    <w:abstractNumId w:val="4"/>
  </w:num>
  <w:num w:numId="8" w16cid:durableId="446703022">
    <w:abstractNumId w:val="7"/>
  </w:num>
  <w:num w:numId="9" w16cid:durableId="614335089">
    <w:abstractNumId w:val="0"/>
  </w:num>
  <w:num w:numId="10" w16cid:durableId="1740709077">
    <w:abstractNumId w:val="2"/>
  </w:num>
  <w:num w:numId="11" w16cid:durableId="1087262927">
    <w:abstractNumId w:val="5"/>
  </w:num>
  <w:num w:numId="12" w16cid:durableId="1713191544">
    <w:abstractNumId w:val="9"/>
  </w:num>
  <w:num w:numId="13" w16cid:durableId="1138956642">
    <w:abstractNumId w:val="3"/>
  </w:num>
  <w:num w:numId="14" w16cid:durableId="4266581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22CA"/>
    <w:rsid w:val="00004A3D"/>
    <w:rsid w:val="00004F8D"/>
    <w:rsid w:val="000102AF"/>
    <w:rsid w:val="000118FD"/>
    <w:rsid w:val="000119C8"/>
    <w:rsid w:val="00011B1A"/>
    <w:rsid w:val="000124D6"/>
    <w:rsid w:val="00013095"/>
    <w:rsid w:val="0001720C"/>
    <w:rsid w:val="00020480"/>
    <w:rsid w:val="000245D5"/>
    <w:rsid w:val="00025FE5"/>
    <w:rsid w:val="00030575"/>
    <w:rsid w:val="000318DD"/>
    <w:rsid w:val="00033889"/>
    <w:rsid w:val="0003517A"/>
    <w:rsid w:val="000421FF"/>
    <w:rsid w:val="00046B80"/>
    <w:rsid w:val="00053D72"/>
    <w:rsid w:val="00056E82"/>
    <w:rsid w:val="00060D39"/>
    <w:rsid w:val="00061DC2"/>
    <w:rsid w:val="00064A41"/>
    <w:rsid w:val="000662FF"/>
    <w:rsid w:val="00070E00"/>
    <w:rsid w:val="000752FA"/>
    <w:rsid w:val="00076EEC"/>
    <w:rsid w:val="00082B36"/>
    <w:rsid w:val="0009563F"/>
    <w:rsid w:val="0009664E"/>
    <w:rsid w:val="000A1035"/>
    <w:rsid w:val="000A1C52"/>
    <w:rsid w:val="000A2434"/>
    <w:rsid w:val="000A38C1"/>
    <w:rsid w:val="000A51A9"/>
    <w:rsid w:val="000A7F9B"/>
    <w:rsid w:val="000B11A4"/>
    <w:rsid w:val="000B29A6"/>
    <w:rsid w:val="000B4638"/>
    <w:rsid w:val="000C057B"/>
    <w:rsid w:val="000C1021"/>
    <w:rsid w:val="000C17D6"/>
    <w:rsid w:val="000D0616"/>
    <w:rsid w:val="000D2203"/>
    <w:rsid w:val="000D3A64"/>
    <w:rsid w:val="000D4002"/>
    <w:rsid w:val="000D5F0D"/>
    <w:rsid w:val="000D5F7D"/>
    <w:rsid w:val="000D62E4"/>
    <w:rsid w:val="000E09C1"/>
    <w:rsid w:val="000E36DF"/>
    <w:rsid w:val="000F014F"/>
    <w:rsid w:val="000F0A18"/>
    <w:rsid w:val="000F1E8A"/>
    <w:rsid w:val="000F3FBD"/>
    <w:rsid w:val="000F5134"/>
    <w:rsid w:val="001012B1"/>
    <w:rsid w:val="00101F8E"/>
    <w:rsid w:val="00105AB4"/>
    <w:rsid w:val="00106232"/>
    <w:rsid w:val="001073B5"/>
    <w:rsid w:val="001109DB"/>
    <w:rsid w:val="00112D2E"/>
    <w:rsid w:val="0011551C"/>
    <w:rsid w:val="00115BC0"/>
    <w:rsid w:val="0011688A"/>
    <w:rsid w:val="00120772"/>
    <w:rsid w:val="00123ED1"/>
    <w:rsid w:val="00134F2E"/>
    <w:rsid w:val="00141E73"/>
    <w:rsid w:val="00144FB8"/>
    <w:rsid w:val="00145EE1"/>
    <w:rsid w:val="001463EB"/>
    <w:rsid w:val="00151F6E"/>
    <w:rsid w:val="001531F7"/>
    <w:rsid w:val="00155877"/>
    <w:rsid w:val="00157995"/>
    <w:rsid w:val="00157B7B"/>
    <w:rsid w:val="00163A38"/>
    <w:rsid w:val="00165659"/>
    <w:rsid w:val="00174A5C"/>
    <w:rsid w:val="00176AC3"/>
    <w:rsid w:val="001771B1"/>
    <w:rsid w:val="00187958"/>
    <w:rsid w:val="00187ABB"/>
    <w:rsid w:val="001928A5"/>
    <w:rsid w:val="00193141"/>
    <w:rsid w:val="0019345B"/>
    <w:rsid w:val="00196D9C"/>
    <w:rsid w:val="001A1FA8"/>
    <w:rsid w:val="001A3E85"/>
    <w:rsid w:val="001A7BC9"/>
    <w:rsid w:val="001B05D5"/>
    <w:rsid w:val="001B20C9"/>
    <w:rsid w:val="001B548E"/>
    <w:rsid w:val="001B719B"/>
    <w:rsid w:val="001C0809"/>
    <w:rsid w:val="001C1C62"/>
    <w:rsid w:val="001C794A"/>
    <w:rsid w:val="001C79E6"/>
    <w:rsid w:val="001E0031"/>
    <w:rsid w:val="001E3D69"/>
    <w:rsid w:val="001E49AC"/>
    <w:rsid w:val="001E7889"/>
    <w:rsid w:val="001E7E41"/>
    <w:rsid w:val="001F1D1A"/>
    <w:rsid w:val="001F38E5"/>
    <w:rsid w:val="001F6B00"/>
    <w:rsid w:val="0020194E"/>
    <w:rsid w:val="00203A49"/>
    <w:rsid w:val="00205729"/>
    <w:rsid w:val="00215FEE"/>
    <w:rsid w:val="0021679A"/>
    <w:rsid w:val="002201AE"/>
    <w:rsid w:val="00220565"/>
    <w:rsid w:val="002247E3"/>
    <w:rsid w:val="00231E33"/>
    <w:rsid w:val="00235AA8"/>
    <w:rsid w:val="002402A3"/>
    <w:rsid w:val="00240CAF"/>
    <w:rsid w:val="00242BBC"/>
    <w:rsid w:val="0024305C"/>
    <w:rsid w:val="0024424A"/>
    <w:rsid w:val="0024496E"/>
    <w:rsid w:val="00252340"/>
    <w:rsid w:val="0025429F"/>
    <w:rsid w:val="00266E46"/>
    <w:rsid w:val="002674DD"/>
    <w:rsid w:val="00267778"/>
    <w:rsid w:val="00274D85"/>
    <w:rsid w:val="002857C6"/>
    <w:rsid w:val="00285C66"/>
    <w:rsid w:val="00286037"/>
    <w:rsid w:val="00287085"/>
    <w:rsid w:val="002929BC"/>
    <w:rsid w:val="002A1303"/>
    <w:rsid w:val="002A6268"/>
    <w:rsid w:val="002A69A3"/>
    <w:rsid w:val="002B0F6B"/>
    <w:rsid w:val="002B4EDF"/>
    <w:rsid w:val="002B5355"/>
    <w:rsid w:val="002B633B"/>
    <w:rsid w:val="002C29C3"/>
    <w:rsid w:val="002C4F72"/>
    <w:rsid w:val="002C5393"/>
    <w:rsid w:val="002C6588"/>
    <w:rsid w:val="002C7ABE"/>
    <w:rsid w:val="002D33BF"/>
    <w:rsid w:val="002D3852"/>
    <w:rsid w:val="002D6361"/>
    <w:rsid w:val="002D67C9"/>
    <w:rsid w:val="002E2099"/>
    <w:rsid w:val="002E2E3C"/>
    <w:rsid w:val="002E6972"/>
    <w:rsid w:val="002F6147"/>
    <w:rsid w:val="003006AB"/>
    <w:rsid w:val="00311742"/>
    <w:rsid w:val="003120D6"/>
    <w:rsid w:val="00313394"/>
    <w:rsid w:val="00314F26"/>
    <w:rsid w:val="00315E30"/>
    <w:rsid w:val="00324028"/>
    <w:rsid w:val="00325B19"/>
    <w:rsid w:val="003311E9"/>
    <w:rsid w:val="00331BBB"/>
    <w:rsid w:val="00336600"/>
    <w:rsid w:val="003412F7"/>
    <w:rsid w:val="003419BE"/>
    <w:rsid w:val="0034242D"/>
    <w:rsid w:val="00344749"/>
    <w:rsid w:val="00344F46"/>
    <w:rsid w:val="003475AD"/>
    <w:rsid w:val="00350EBF"/>
    <w:rsid w:val="003515E7"/>
    <w:rsid w:val="00351BEB"/>
    <w:rsid w:val="0035711B"/>
    <w:rsid w:val="00363FBE"/>
    <w:rsid w:val="003644F4"/>
    <w:rsid w:val="0036504A"/>
    <w:rsid w:val="00365E56"/>
    <w:rsid w:val="00367079"/>
    <w:rsid w:val="003722A4"/>
    <w:rsid w:val="00377338"/>
    <w:rsid w:val="00377B45"/>
    <w:rsid w:val="00382A65"/>
    <w:rsid w:val="0038307C"/>
    <w:rsid w:val="003879F2"/>
    <w:rsid w:val="003937F9"/>
    <w:rsid w:val="003958FD"/>
    <w:rsid w:val="0039645E"/>
    <w:rsid w:val="003A30CD"/>
    <w:rsid w:val="003A5549"/>
    <w:rsid w:val="003B0B5F"/>
    <w:rsid w:val="003B1AC0"/>
    <w:rsid w:val="003B2C08"/>
    <w:rsid w:val="003B4FA1"/>
    <w:rsid w:val="003B567D"/>
    <w:rsid w:val="003B569A"/>
    <w:rsid w:val="003B7718"/>
    <w:rsid w:val="003C0756"/>
    <w:rsid w:val="003C1024"/>
    <w:rsid w:val="003C4BD1"/>
    <w:rsid w:val="003C626C"/>
    <w:rsid w:val="003C75BC"/>
    <w:rsid w:val="003D4245"/>
    <w:rsid w:val="003E1DD7"/>
    <w:rsid w:val="003E1F48"/>
    <w:rsid w:val="003E49F3"/>
    <w:rsid w:val="003E5ECA"/>
    <w:rsid w:val="003F04A0"/>
    <w:rsid w:val="003F2018"/>
    <w:rsid w:val="003F566E"/>
    <w:rsid w:val="003F7FF4"/>
    <w:rsid w:val="0040350E"/>
    <w:rsid w:val="00405E9E"/>
    <w:rsid w:val="00406BBD"/>
    <w:rsid w:val="00406CF1"/>
    <w:rsid w:val="0041789B"/>
    <w:rsid w:val="00420C38"/>
    <w:rsid w:val="00423A0C"/>
    <w:rsid w:val="00423DBA"/>
    <w:rsid w:val="004260C6"/>
    <w:rsid w:val="00433108"/>
    <w:rsid w:val="004337F1"/>
    <w:rsid w:val="004420B8"/>
    <w:rsid w:val="00446A1D"/>
    <w:rsid w:val="00446EBB"/>
    <w:rsid w:val="0044705C"/>
    <w:rsid w:val="00452FD2"/>
    <w:rsid w:val="004530F3"/>
    <w:rsid w:val="00453443"/>
    <w:rsid w:val="00453CE6"/>
    <w:rsid w:val="00455F59"/>
    <w:rsid w:val="00462AB6"/>
    <w:rsid w:val="00462F11"/>
    <w:rsid w:val="00466F42"/>
    <w:rsid w:val="00472FAB"/>
    <w:rsid w:val="00474049"/>
    <w:rsid w:val="004743EF"/>
    <w:rsid w:val="00480883"/>
    <w:rsid w:val="00483C94"/>
    <w:rsid w:val="0048430A"/>
    <w:rsid w:val="00484346"/>
    <w:rsid w:val="00487A30"/>
    <w:rsid w:val="00490997"/>
    <w:rsid w:val="0049121F"/>
    <w:rsid w:val="004921C2"/>
    <w:rsid w:val="00492F6A"/>
    <w:rsid w:val="0049382E"/>
    <w:rsid w:val="004A1113"/>
    <w:rsid w:val="004A5B7D"/>
    <w:rsid w:val="004A67AB"/>
    <w:rsid w:val="004A731E"/>
    <w:rsid w:val="004B0D5B"/>
    <w:rsid w:val="004B4044"/>
    <w:rsid w:val="004B7726"/>
    <w:rsid w:val="004C09E3"/>
    <w:rsid w:val="004C18D0"/>
    <w:rsid w:val="004C238C"/>
    <w:rsid w:val="004C2E89"/>
    <w:rsid w:val="004C3D79"/>
    <w:rsid w:val="004C651D"/>
    <w:rsid w:val="004C6A70"/>
    <w:rsid w:val="004C6C5D"/>
    <w:rsid w:val="004C6F20"/>
    <w:rsid w:val="004D1963"/>
    <w:rsid w:val="004D79B2"/>
    <w:rsid w:val="004E13F8"/>
    <w:rsid w:val="004E5628"/>
    <w:rsid w:val="004F15EA"/>
    <w:rsid w:val="004F16BB"/>
    <w:rsid w:val="004F19DA"/>
    <w:rsid w:val="004F1F82"/>
    <w:rsid w:val="004F2280"/>
    <w:rsid w:val="004F3CBC"/>
    <w:rsid w:val="004F3F00"/>
    <w:rsid w:val="004F4F24"/>
    <w:rsid w:val="00500BB3"/>
    <w:rsid w:val="00500FBD"/>
    <w:rsid w:val="00501D54"/>
    <w:rsid w:val="00506EA5"/>
    <w:rsid w:val="00506F00"/>
    <w:rsid w:val="00512E61"/>
    <w:rsid w:val="005163AE"/>
    <w:rsid w:val="005200D5"/>
    <w:rsid w:val="00520D18"/>
    <w:rsid w:val="00521191"/>
    <w:rsid w:val="005236BE"/>
    <w:rsid w:val="0052455E"/>
    <w:rsid w:val="005250DF"/>
    <w:rsid w:val="005268ED"/>
    <w:rsid w:val="0052724C"/>
    <w:rsid w:val="00527EBE"/>
    <w:rsid w:val="00531D33"/>
    <w:rsid w:val="005339FB"/>
    <w:rsid w:val="005422C7"/>
    <w:rsid w:val="005429BB"/>
    <w:rsid w:val="00543087"/>
    <w:rsid w:val="00543E67"/>
    <w:rsid w:val="005451CD"/>
    <w:rsid w:val="00546253"/>
    <w:rsid w:val="00555562"/>
    <w:rsid w:val="00555F25"/>
    <w:rsid w:val="005568BC"/>
    <w:rsid w:val="005609F8"/>
    <w:rsid w:val="00561C62"/>
    <w:rsid w:val="00563CA6"/>
    <w:rsid w:val="00563D8A"/>
    <w:rsid w:val="00576DE8"/>
    <w:rsid w:val="00576F08"/>
    <w:rsid w:val="00584EA6"/>
    <w:rsid w:val="00593B4A"/>
    <w:rsid w:val="00593CD0"/>
    <w:rsid w:val="005A1060"/>
    <w:rsid w:val="005A2105"/>
    <w:rsid w:val="005B0887"/>
    <w:rsid w:val="005B1942"/>
    <w:rsid w:val="005C4EC2"/>
    <w:rsid w:val="005D1B3E"/>
    <w:rsid w:val="005D27A6"/>
    <w:rsid w:val="005D2FDA"/>
    <w:rsid w:val="005D6631"/>
    <w:rsid w:val="005D682B"/>
    <w:rsid w:val="005E0091"/>
    <w:rsid w:val="005E0AE7"/>
    <w:rsid w:val="005E279F"/>
    <w:rsid w:val="005E6994"/>
    <w:rsid w:val="005E6A20"/>
    <w:rsid w:val="005F1CBC"/>
    <w:rsid w:val="005F2F84"/>
    <w:rsid w:val="005F5C67"/>
    <w:rsid w:val="005F7CDF"/>
    <w:rsid w:val="00601A37"/>
    <w:rsid w:val="00602771"/>
    <w:rsid w:val="00603556"/>
    <w:rsid w:val="00607797"/>
    <w:rsid w:val="00610C64"/>
    <w:rsid w:val="00614966"/>
    <w:rsid w:val="00616E98"/>
    <w:rsid w:val="006170FB"/>
    <w:rsid w:val="006223B3"/>
    <w:rsid w:val="00623756"/>
    <w:rsid w:val="0062558D"/>
    <w:rsid w:val="00625A10"/>
    <w:rsid w:val="006308D9"/>
    <w:rsid w:val="00630900"/>
    <w:rsid w:val="00631504"/>
    <w:rsid w:val="00632A54"/>
    <w:rsid w:val="00634149"/>
    <w:rsid w:val="006349AA"/>
    <w:rsid w:val="0063595E"/>
    <w:rsid w:val="0063718B"/>
    <w:rsid w:val="00637325"/>
    <w:rsid w:val="006373D1"/>
    <w:rsid w:val="00637525"/>
    <w:rsid w:val="00640830"/>
    <w:rsid w:val="0064450B"/>
    <w:rsid w:val="006458BD"/>
    <w:rsid w:val="006477B3"/>
    <w:rsid w:val="00650350"/>
    <w:rsid w:val="00651569"/>
    <w:rsid w:val="00653697"/>
    <w:rsid w:val="006540E1"/>
    <w:rsid w:val="006554D8"/>
    <w:rsid w:val="006605FC"/>
    <w:rsid w:val="00670082"/>
    <w:rsid w:val="0067018B"/>
    <w:rsid w:val="00670586"/>
    <w:rsid w:val="00670889"/>
    <w:rsid w:val="0067240F"/>
    <w:rsid w:val="0067268B"/>
    <w:rsid w:val="00675134"/>
    <w:rsid w:val="006769A3"/>
    <w:rsid w:val="0068257A"/>
    <w:rsid w:val="00684413"/>
    <w:rsid w:val="00686A92"/>
    <w:rsid w:val="00686EC5"/>
    <w:rsid w:val="00695BE9"/>
    <w:rsid w:val="006965C2"/>
    <w:rsid w:val="006A038E"/>
    <w:rsid w:val="006A1F64"/>
    <w:rsid w:val="006A2A02"/>
    <w:rsid w:val="006A3C8F"/>
    <w:rsid w:val="006A6683"/>
    <w:rsid w:val="006A7E82"/>
    <w:rsid w:val="006B138E"/>
    <w:rsid w:val="006C0F8F"/>
    <w:rsid w:val="006C48B0"/>
    <w:rsid w:val="006C4AB3"/>
    <w:rsid w:val="006C6B86"/>
    <w:rsid w:val="006C6E77"/>
    <w:rsid w:val="006D2A45"/>
    <w:rsid w:val="006D2F8E"/>
    <w:rsid w:val="006D3BF0"/>
    <w:rsid w:val="006D4A3F"/>
    <w:rsid w:val="006D676F"/>
    <w:rsid w:val="006D6B8C"/>
    <w:rsid w:val="006E225C"/>
    <w:rsid w:val="006E2B1B"/>
    <w:rsid w:val="006E693B"/>
    <w:rsid w:val="006E7FE8"/>
    <w:rsid w:val="006F0F07"/>
    <w:rsid w:val="006F3AB2"/>
    <w:rsid w:val="006F5806"/>
    <w:rsid w:val="006F5C19"/>
    <w:rsid w:val="006F73A4"/>
    <w:rsid w:val="0070419A"/>
    <w:rsid w:val="00704EEA"/>
    <w:rsid w:val="007050EB"/>
    <w:rsid w:val="00705356"/>
    <w:rsid w:val="00711C83"/>
    <w:rsid w:val="00712EB8"/>
    <w:rsid w:val="0071499B"/>
    <w:rsid w:val="00715E48"/>
    <w:rsid w:val="00717520"/>
    <w:rsid w:val="00721C3C"/>
    <w:rsid w:val="007222BB"/>
    <w:rsid w:val="00722335"/>
    <w:rsid w:val="007276A8"/>
    <w:rsid w:val="0073237D"/>
    <w:rsid w:val="00732AB3"/>
    <w:rsid w:val="00732CDF"/>
    <w:rsid w:val="00737E4D"/>
    <w:rsid w:val="00740B74"/>
    <w:rsid w:val="00741441"/>
    <w:rsid w:val="00744C4F"/>
    <w:rsid w:val="007472BE"/>
    <w:rsid w:val="00751629"/>
    <w:rsid w:val="00751A0F"/>
    <w:rsid w:val="00753270"/>
    <w:rsid w:val="00754F2C"/>
    <w:rsid w:val="00755200"/>
    <w:rsid w:val="00764F19"/>
    <w:rsid w:val="007653FA"/>
    <w:rsid w:val="007662D7"/>
    <w:rsid w:val="00770BAA"/>
    <w:rsid w:val="007721D1"/>
    <w:rsid w:val="007749C2"/>
    <w:rsid w:val="00775574"/>
    <w:rsid w:val="00775949"/>
    <w:rsid w:val="00775E0E"/>
    <w:rsid w:val="007762DD"/>
    <w:rsid w:val="0078059C"/>
    <w:rsid w:val="00781819"/>
    <w:rsid w:val="00784005"/>
    <w:rsid w:val="00785B38"/>
    <w:rsid w:val="00792217"/>
    <w:rsid w:val="00793855"/>
    <w:rsid w:val="0079494B"/>
    <w:rsid w:val="007A0817"/>
    <w:rsid w:val="007A21B7"/>
    <w:rsid w:val="007A3ACA"/>
    <w:rsid w:val="007B1FE4"/>
    <w:rsid w:val="007B29FA"/>
    <w:rsid w:val="007B6E7F"/>
    <w:rsid w:val="007C1481"/>
    <w:rsid w:val="007C1A19"/>
    <w:rsid w:val="007C30AB"/>
    <w:rsid w:val="007C44F4"/>
    <w:rsid w:val="007D1457"/>
    <w:rsid w:val="007D15F3"/>
    <w:rsid w:val="007D4359"/>
    <w:rsid w:val="007D4CAA"/>
    <w:rsid w:val="007D6135"/>
    <w:rsid w:val="007E16BA"/>
    <w:rsid w:val="007E2C20"/>
    <w:rsid w:val="007E351C"/>
    <w:rsid w:val="007E3B2A"/>
    <w:rsid w:val="007E55EE"/>
    <w:rsid w:val="007E6031"/>
    <w:rsid w:val="007E609F"/>
    <w:rsid w:val="007F0C27"/>
    <w:rsid w:val="007F1EDD"/>
    <w:rsid w:val="007F50F2"/>
    <w:rsid w:val="007F7B2E"/>
    <w:rsid w:val="007F7CFB"/>
    <w:rsid w:val="0080155D"/>
    <w:rsid w:val="008074D5"/>
    <w:rsid w:val="0081035A"/>
    <w:rsid w:val="0081126E"/>
    <w:rsid w:val="00813130"/>
    <w:rsid w:val="00816563"/>
    <w:rsid w:val="00817C3F"/>
    <w:rsid w:val="00817FA1"/>
    <w:rsid w:val="00820D56"/>
    <w:rsid w:val="00823AF7"/>
    <w:rsid w:val="00823BA2"/>
    <w:rsid w:val="008261CC"/>
    <w:rsid w:val="00830564"/>
    <w:rsid w:val="00830711"/>
    <w:rsid w:val="008313DD"/>
    <w:rsid w:val="00836C60"/>
    <w:rsid w:val="00837982"/>
    <w:rsid w:val="00841DE2"/>
    <w:rsid w:val="0084242A"/>
    <w:rsid w:val="00843988"/>
    <w:rsid w:val="00843D89"/>
    <w:rsid w:val="00844983"/>
    <w:rsid w:val="00846133"/>
    <w:rsid w:val="00846C7B"/>
    <w:rsid w:val="0085013B"/>
    <w:rsid w:val="00855F7B"/>
    <w:rsid w:val="008574C4"/>
    <w:rsid w:val="00857729"/>
    <w:rsid w:val="00860A16"/>
    <w:rsid w:val="00860D56"/>
    <w:rsid w:val="00862082"/>
    <w:rsid w:val="00866A6C"/>
    <w:rsid w:val="008708E8"/>
    <w:rsid w:val="008713E2"/>
    <w:rsid w:val="00871495"/>
    <w:rsid w:val="00874D5C"/>
    <w:rsid w:val="00876192"/>
    <w:rsid w:val="00876A51"/>
    <w:rsid w:val="00880157"/>
    <w:rsid w:val="008835A8"/>
    <w:rsid w:val="008842BC"/>
    <w:rsid w:val="0088600C"/>
    <w:rsid w:val="008870DE"/>
    <w:rsid w:val="008A0D66"/>
    <w:rsid w:val="008A15BB"/>
    <w:rsid w:val="008A4D57"/>
    <w:rsid w:val="008A60EE"/>
    <w:rsid w:val="008B43BC"/>
    <w:rsid w:val="008B5400"/>
    <w:rsid w:val="008C4DDA"/>
    <w:rsid w:val="008C5CBA"/>
    <w:rsid w:val="008C6A6A"/>
    <w:rsid w:val="008C6AB9"/>
    <w:rsid w:val="008C6D72"/>
    <w:rsid w:val="008D195A"/>
    <w:rsid w:val="008D3AE9"/>
    <w:rsid w:val="008D5FEB"/>
    <w:rsid w:val="008D79BE"/>
    <w:rsid w:val="008E0513"/>
    <w:rsid w:val="008E472E"/>
    <w:rsid w:val="008F14E8"/>
    <w:rsid w:val="008F47B7"/>
    <w:rsid w:val="008F4E28"/>
    <w:rsid w:val="008F63E6"/>
    <w:rsid w:val="008F7706"/>
    <w:rsid w:val="0090114D"/>
    <w:rsid w:val="00904C7C"/>
    <w:rsid w:val="00907896"/>
    <w:rsid w:val="00910B8D"/>
    <w:rsid w:val="00914451"/>
    <w:rsid w:val="00915CDD"/>
    <w:rsid w:val="00924045"/>
    <w:rsid w:val="009266B8"/>
    <w:rsid w:val="00927834"/>
    <w:rsid w:val="00930A71"/>
    <w:rsid w:val="00940ADF"/>
    <w:rsid w:val="0094676B"/>
    <w:rsid w:val="009500B5"/>
    <w:rsid w:val="00950CE3"/>
    <w:rsid w:val="00953249"/>
    <w:rsid w:val="009536BD"/>
    <w:rsid w:val="009567DB"/>
    <w:rsid w:val="00956BDC"/>
    <w:rsid w:val="00964E2C"/>
    <w:rsid w:val="00973361"/>
    <w:rsid w:val="009735BF"/>
    <w:rsid w:val="009759C2"/>
    <w:rsid w:val="0097774C"/>
    <w:rsid w:val="00984281"/>
    <w:rsid w:val="00986D43"/>
    <w:rsid w:val="00990A44"/>
    <w:rsid w:val="00993B33"/>
    <w:rsid w:val="009964FE"/>
    <w:rsid w:val="009A08F7"/>
    <w:rsid w:val="009A3FE4"/>
    <w:rsid w:val="009A41D2"/>
    <w:rsid w:val="009B660E"/>
    <w:rsid w:val="009C14EE"/>
    <w:rsid w:val="009C197A"/>
    <w:rsid w:val="009C3D6E"/>
    <w:rsid w:val="009D2BEE"/>
    <w:rsid w:val="009D2F7F"/>
    <w:rsid w:val="009D5B3E"/>
    <w:rsid w:val="009D65A7"/>
    <w:rsid w:val="009D66F8"/>
    <w:rsid w:val="009E2A79"/>
    <w:rsid w:val="009E508B"/>
    <w:rsid w:val="009E7768"/>
    <w:rsid w:val="00A0687F"/>
    <w:rsid w:val="00A06BF3"/>
    <w:rsid w:val="00A102CE"/>
    <w:rsid w:val="00A11E73"/>
    <w:rsid w:val="00A13522"/>
    <w:rsid w:val="00A13BB9"/>
    <w:rsid w:val="00A22EFB"/>
    <w:rsid w:val="00A240D4"/>
    <w:rsid w:val="00A301A8"/>
    <w:rsid w:val="00A3047D"/>
    <w:rsid w:val="00A31403"/>
    <w:rsid w:val="00A31D1A"/>
    <w:rsid w:val="00A33C5A"/>
    <w:rsid w:val="00A34617"/>
    <w:rsid w:val="00A377F7"/>
    <w:rsid w:val="00A41269"/>
    <w:rsid w:val="00A42593"/>
    <w:rsid w:val="00A440A0"/>
    <w:rsid w:val="00A44815"/>
    <w:rsid w:val="00A449F8"/>
    <w:rsid w:val="00A44EE1"/>
    <w:rsid w:val="00A462F6"/>
    <w:rsid w:val="00A469C1"/>
    <w:rsid w:val="00A47FDA"/>
    <w:rsid w:val="00A5236B"/>
    <w:rsid w:val="00A532D0"/>
    <w:rsid w:val="00A561CD"/>
    <w:rsid w:val="00A5657C"/>
    <w:rsid w:val="00A65F8B"/>
    <w:rsid w:val="00A667DD"/>
    <w:rsid w:val="00A67476"/>
    <w:rsid w:val="00A67556"/>
    <w:rsid w:val="00A67FC6"/>
    <w:rsid w:val="00A77229"/>
    <w:rsid w:val="00A7725C"/>
    <w:rsid w:val="00A82E77"/>
    <w:rsid w:val="00A83AC1"/>
    <w:rsid w:val="00A86817"/>
    <w:rsid w:val="00A86CC9"/>
    <w:rsid w:val="00A90A46"/>
    <w:rsid w:val="00A92985"/>
    <w:rsid w:val="00A94E63"/>
    <w:rsid w:val="00AA153C"/>
    <w:rsid w:val="00AA2EA8"/>
    <w:rsid w:val="00AA2F63"/>
    <w:rsid w:val="00AA4D36"/>
    <w:rsid w:val="00AA6D04"/>
    <w:rsid w:val="00AA733F"/>
    <w:rsid w:val="00AB1016"/>
    <w:rsid w:val="00AB1394"/>
    <w:rsid w:val="00AB1CC2"/>
    <w:rsid w:val="00AB732B"/>
    <w:rsid w:val="00AC0002"/>
    <w:rsid w:val="00AD12D5"/>
    <w:rsid w:val="00AD2212"/>
    <w:rsid w:val="00AD2E89"/>
    <w:rsid w:val="00AE0CAE"/>
    <w:rsid w:val="00AF283B"/>
    <w:rsid w:val="00AF34F1"/>
    <w:rsid w:val="00AF6634"/>
    <w:rsid w:val="00AF6BAC"/>
    <w:rsid w:val="00AF6E8E"/>
    <w:rsid w:val="00B01B19"/>
    <w:rsid w:val="00B073FE"/>
    <w:rsid w:val="00B12706"/>
    <w:rsid w:val="00B21F37"/>
    <w:rsid w:val="00B22652"/>
    <w:rsid w:val="00B23066"/>
    <w:rsid w:val="00B3095F"/>
    <w:rsid w:val="00B31642"/>
    <w:rsid w:val="00B32AA1"/>
    <w:rsid w:val="00B43BD1"/>
    <w:rsid w:val="00B47C16"/>
    <w:rsid w:val="00B540F1"/>
    <w:rsid w:val="00B551A4"/>
    <w:rsid w:val="00B558F8"/>
    <w:rsid w:val="00B56542"/>
    <w:rsid w:val="00B5697F"/>
    <w:rsid w:val="00B56F5B"/>
    <w:rsid w:val="00B57313"/>
    <w:rsid w:val="00B61536"/>
    <w:rsid w:val="00B62225"/>
    <w:rsid w:val="00B62272"/>
    <w:rsid w:val="00B64591"/>
    <w:rsid w:val="00B64AF5"/>
    <w:rsid w:val="00B65924"/>
    <w:rsid w:val="00B6678F"/>
    <w:rsid w:val="00B778FA"/>
    <w:rsid w:val="00B81C4B"/>
    <w:rsid w:val="00B84194"/>
    <w:rsid w:val="00B8665B"/>
    <w:rsid w:val="00B955A4"/>
    <w:rsid w:val="00BA2282"/>
    <w:rsid w:val="00BA35E4"/>
    <w:rsid w:val="00BA37D8"/>
    <w:rsid w:val="00BA6BD8"/>
    <w:rsid w:val="00BA6D1D"/>
    <w:rsid w:val="00BB0041"/>
    <w:rsid w:val="00BB0209"/>
    <w:rsid w:val="00BB145A"/>
    <w:rsid w:val="00BB40A7"/>
    <w:rsid w:val="00BB7741"/>
    <w:rsid w:val="00BC1D48"/>
    <w:rsid w:val="00BC25B2"/>
    <w:rsid w:val="00BC2D90"/>
    <w:rsid w:val="00BC4ECC"/>
    <w:rsid w:val="00BD40C2"/>
    <w:rsid w:val="00BD6478"/>
    <w:rsid w:val="00BF15F0"/>
    <w:rsid w:val="00BF4549"/>
    <w:rsid w:val="00BF4FF4"/>
    <w:rsid w:val="00C00D4E"/>
    <w:rsid w:val="00C016DC"/>
    <w:rsid w:val="00C0232D"/>
    <w:rsid w:val="00C04C2E"/>
    <w:rsid w:val="00C05522"/>
    <w:rsid w:val="00C06445"/>
    <w:rsid w:val="00C06E6E"/>
    <w:rsid w:val="00C104B7"/>
    <w:rsid w:val="00C10943"/>
    <w:rsid w:val="00C11EF5"/>
    <w:rsid w:val="00C12012"/>
    <w:rsid w:val="00C15786"/>
    <w:rsid w:val="00C20F7C"/>
    <w:rsid w:val="00C21A84"/>
    <w:rsid w:val="00C225C7"/>
    <w:rsid w:val="00C23D06"/>
    <w:rsid w:val="00C240CB"/>
    <w:rsid w:val="00C330C1"/>
    <w:rsid w:val="00C3330E"/>
    <w:rsid w:val="00C337C1"/>
    <w:rsid w:val="00C35067"/>
    <w:rsid w:val="00C35AF8"/>
    <w:rsid w:val="00C367E4"/>
    <w:rsid w:val="00C37D6E"/>
    <w:rsid w:val="00C40289"/>
    <w:rsid w:val="00C4284B"/>
    <w:rsid w:val="00C4364A"/>
    <w:rsid w:val="00C46EEA"/>
    <w:rsid w:val="00C5061D"/>
    <w:rsid w:val="00C52BFB"/>
    <w:rsid w:val="00C52E1F"/>
    <w:rsid w:val="00C53C6C"/>
    <w:rsid w:val="00C54325"/>
    <w:rsid w:val="00C57469"/>
    <w:rsid w:val="00C5786A"/>
    <w:rsid w:val="00C57AEB"/>
    <w:rsid w:val="00C60EF5"/>
    <w:rsid w:val="00C61AC4"/>
    <w:rsid w:val="00C6497E"/>
    <w:rsid w:val="00C660A3"/>
    <w:rsid w:val="00C7008C"/>
    <w:rsid w:val="00C730F7"/>
    <w:rsid w:val="00C810C9"/>
    <w:rsid w:val="00C82DD4"/>
    <w:rsid w:val="00C836BD"/>
    <w:rsid w:val="00C83DAD"/>
    <w:rsid w:val="00C85C0A"/>
    <w:rsid w:val="00C90E29"/>
    <w:rsid w:val="00C91A5C"/>
    <w:rsid w:val="00C92BF3"/>
    <w:rsid w:val="00C92C77"/>
    <w:rsid w:val="00C93514"/>
    <w:rsid w:val="00C93D45"/>
    <w:rsid w:val="00C9679E"/>
    <w:rsid w:val="00C977D0"/>
    <w:rsid w:val="00CA0785"/>
    <w:rsid w:val="00CA2125"/>
    <w:rsid w:val="00CA26CD"/>
    <w:rsid w:val="00CA37EB"/>
    <w:rsid w:val="00CA41E7"/>
    <w:rsid w:val="00CA492A"/>
    <w:rsid w:val="00CA7553"/>
    <w:rsid w:val="00CB3CF6"/>
    <w:rsid w:val="00CD0962"/>
    <w:rsid w:val="00CD2011"/>
    <w:rsid w:val="00CD261A"/>
    <w:rsid w:val="00CE0799"/>
    <w:rsid w:val="00CE1472"/>
    <w:rsid w:val="00CE5144"/>
    <w:rsid w:val="00CE5CDA"/>
    <w:rsid w:val="00CF2753"/>
    <w:rsid w:val="00CF3794"/>
    <w:rsid w:val="00CF4336"/>
    <w:rsid w:val="00CF6018"/>
    <w:rsid w:val="00D002C8"/>
    <w:rsid w:val="00D0065F"/>
    <w:rsid w:val="00D01A0B"/>
    <w:rsid w:val="00D01D1C"/>
    <w:rsid w:val="00D01FA8"/>
    <w:rsid w:val="00D0209D"/>
    <w:rsid w:val="00D0233E"/>
    <w:rsid w:val="00D04293"/>
    <w:rsid w:val="00D05C6C"/>
    <w:rsid w:val="00D05EFD"/>
    <w:rsid w:val="00D060CB"/>
    <w:rsid w:val="00D07740"/>
    <w:rsid w:val="00D07D38"/>
    <w:rsid w:val="00D11F4D"/>
    <w:rsid w:val="00D16B34"/>
    <w:rsid w:val="00D21FC5"/>
    <w:rsid w:val="00D23072"/>
    <w:rsid w:val="00D257F1"/>
    <w:rsid w:val="00D25E79"/>
    <w:rsid w:val="00D26AB9"/>
    <w:rsid w:val="00D27553"/>
    <w:rsid w:val="00D27A7F"/>
    <w:rsid w:val="00D27F51"/>
    <w:rsid w:val="00D3037F"/>
    <w:rsid w:val="00D30DA7"/>
    <w:rsid w:val="00D3117A"/>
    <w:rsid w:val="00D32233"/>
    <w:rsid w:val="00D3250B"/>
    <w:rsid w:val="00D34046"/>
    <w:rsid w:val="00D374D9"/>
    <w:rsid w:val="00D479BD"/>
    <w:rsid w:val="00D50418"/>
    <w:rsid w:val="00D5621E"/>
    <w:rsid w:val="00D572EB"/>
    <w:rsid w:val="00D57C20"/>
    <w:rsid w:val="00D633B0"/>
    <w:rsid w:val="00D76E97"/>
    <w:rsid w:val="00D77565"/>
    <w:rsid w:val="00D8041D"/>
    <w:rsid w:val="00D81A62"/>
    <w:rsid w:val="00D81D98"/>
    <w:rsid w:val="00D82122"/>
    <w:rsid w:val="00D83034"/>
    <w:rsid w:val="00D87311"/>
    <w:rsid w:val="00D901D0"/>
    <w:rsid w:val="00D93CF7"/>
    <w:rsid w:val="00DA229E"/>
    <w:rsid w:val="00DA3130"/>
    <w:rsid w:val="00DA42AA"/>
    <w:rsid w:val="00DA4820"/>
    <w:rsid w:val="00DA7F11"/>
    <w:rsid w:val="00DB06F7"/>
    <w:rsid w:val="00DC4340"/>
    <w:rsid w:val="00DC6ADC"/>
    <w:rsid w:val="00DC7F4D"/>
    <w:rsid w:val="00DD5047"/>
    <w:rsid w:val="00DD62C9"/>
    <w:rsid w:val="00DD6FFF"/>
    <w:rsid w:val="00DE0B58"/>
    <w:rsid w:val="00DE2509"/>
    <w:rsid w:val="00DE4324"/>
    <w:rsid w:val="00DE501B"/>
    <w:rsid w:val="00DE5F24"/>
    <w:rsid w:val="00DF3C8F"/>
    <w:rsid w:val="00DF6302"/>
    <w:rsid w:val="00DF645C"/>
    <w:rsid w:val="00E046A1"/>
    <w:rsid w:val="00E079B5"/>
    <w:rsid w:val="00E07AD4"/>
    <w:rsid w:val="00E15450"/>
    <w:rsid w:val="00E16CEF"/>
    <w:rsid w:val="00E22B59"/>
    <w:rsid w:val="00E23608"/>
    <w:rsid w:val="00E26506"/>
    <w:rsid w:val="00E30123"/>
    <w:rsid w:val="00E4088B"/>
    <w:rsid w:val="00E473E0"/>
    <w:rsid w:val="00E475A9"/>
    <w:rsid w:val="00E47652"/>
    <w:rsid w:val="00E530DA"/>
    <w:rsid w:val="00E56FD5"/>
    <w:rsid w:val="00E57E23"/>
    <w:rsid w:val="00E6106A"/>
    <w:rsid w:val="00E657A7"/>
    <w:rsid w:val="00E65E55"/>
    <w:rsid w:val="00E70E91"/>
    <w:rsid w:val="00E72076"/>
    <w:rsid w:val="00E73C2D"/>
    <w:rsid w:val="00E75E3B"/>
    <w:rsid w:val="00E760D8"/>
    <w:rsid w:val="00E81288"/>
    <w:rsid w:val="00E828C4"/>
    <w:rsid w:val="00E83FFA"/>
    <w:rsid w:val="00E8480C"/>
    <w:rsid w:val="00E84B86"/>
    <w:rsid w:val="00E84D26"/>
    <w:rsid w:val="00E87AE6"/>
    <w:rsid w:val="00E87D25"/>
    <w:rsid w:val="00E90A50"/>
    <w:rsid w:val="00E92F55"/>
    <w:rsid w:val="00E940F9"/>
    <w:rsid w:val="00E95AFF"/>
    <w:rsid w:val="00E95DF8"/>
    <w:rsid w:val="00EA04F1"/>
    <w:rsid w:val="00EA37A2"/>
    <w:rsid w:val="00EB104B"/>
    <w:rsid w:val="00EB6194"/>
    <w:rsid w:val="00EB7852"/>
    <w:rsid w:val="00EC1EE4"/>
    <w:rsid w:val="00EC654F"/>
    <w:rsid w:val="00EC65A3"/>
    <w:rsid w:val="00ED401B"/>
    <w:rsid w:val="00ED4B4C"/>
    <w:rsid w:val="00EE27FF"/>
    <w:rsid w:val="00EE2987"/>
    <w:rsid w:val="00EE2A2E"/>
    <w:rsid w:val="00EE46D8"/>
    <w:rsid w:val="00EE4935"/>
    <w:rsid w:val="00EE6368"/>
    <w:rsid w:val="00EF6322"/>
    <w:rsid w:val="00EF751A"/>
    <w:rsid w:val="00F01252"/>
    <w:rsid w:val="00F057DD"/>
    <w:rsid w:val="00F07162"/>
    <w:rsid w:val="00F07F5B"/>
    <w:rsid w:val="00F13446"/>
    <w:rsid w:val="00F13EF3"/>
    <w:rsid w:val="00F15873"/>
    <w:rsid w:val="00F17742"/>
    <w:rsid w:val="00F2078D"/>
    <w:rsid w:val="00F26330"/>
    <w:rsid w:val="00F26C5C"/>
    <w:rsid w:val="00F26F45"/>
    <w:rsid w:val="00F305B8"/>
    <w:rsid w:val="00F34E40"/>
    <w:rsid w:val="00F34FB4"/>
    <w:rsid w:val="00F4103B"/>
    <w:rsid w:val="00F42666"/>
    <w:rsid w:val="00F45BB5"/>
    <w:rsid w:val="00F531D8"/>
    <w:rsid w:val="00F61495"/>
    <w:rsid w:val="00F66C7F"/>
    <w:rsid w:val="00F72DC1"/>
    <w:rsid w:val="00F75447"/>
    <w:rsid w:val="00F7569F"/>
    <w:rsid w:val="00F75CB4"/>
    <w:rsid w:val="00F82BD9"/>
    <w:rsid w:val="00F9249B"/>
    <w:rsid w:val="00FA11BA"/>
    <w:rsid w:val="00FB229A"/>
    <w:rsid w:val="00FB682D"/>
    <w:rsid w:val="00FB74B1"/>
    <w:rsid w:val="00FC7442"/>
    <w:rsid w:val="00FD0052"/>
    <w:rsid w:val="00FD1FD4"/>
    <w:rsid w:val="00FD5632"/>
    <w:rsid w:val="00FD61C8"/>
    <w:rsid w:val="00FD68B9"/>
    <w:rsid w:val="00FD71AB"/>
    <w:rsid w:val="00FE14A9"/>
    <w:rsid w:val="00FE25D3"/>
    <w:rsid w:val="00FE31AC"/>
    <w:rsid w:val="00FF04C7"/>
    <w:rsid w:val="00FF06C4"/>
    <w:rsid w:val="00FF23EB"/>
    <w:rsid w:val="00FF4D5D"/>
    <w:rsid w:val="0A8E8A39"/>
    <w:rsid w:val="63E49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3E4ABE"/>
  <w15:docId w15:val="{A8F2E623-634C-41F8-9C2E-BAF993D96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13BB9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A13BB9"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A13BB9"/>
    <w:pPr>
      <w:keepNext/>
      <w:outlineLvl w:val="1"/>
    </w:pPr>
    <w:rPr>
      <w:b/>
      <w:sz w:val="18"/>
    </w:rPr>
  </w:style>
  <w:style w:type="paragraph" w:styleId="berschrift3">
    <w:name w:val="heading 3"/>
    <w:basedOn w:val="Standard"/>
    <w:next w:val="Standard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  <w:lang w:val="de-DE"/>
    </w:rPr>
  </w:style>
  <w:style w:type="paragraph" w:styleId="berschrift4">
    <w:name w:val="heading 4"/>
    <w:basedOn w:val="Standard"/>
    <w:next w:val="Standard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A13BB9"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rsid w:val="00A13BB9"/>
  </w:style>
  <w:style w:type="character" w:styleId="Hyperlink">
    <w:name w:val="Hyperlink"/>
    <w:basedOn w:val="Absatz-Standardschriftart"/>
    <w:uiPriority w:val="99"/>
    <w:rsid w:val="00A13BB9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9C14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C14EE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0D5F0D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Hervorhebung">
    <w:name w:val="Emphasis"/>
    <w:basedOn w:val="Absatz-Standardschriftart"/>
    <w:qFormat/>
    <w:rsid w:val="000A7F9B"/>
    <w:rPr>
      <w:i/>
      <w:iCs/>
    </w:rPr>
  </w:style>
  <w:style w:type="character" w:customStyle="1" w:styleId="st1">
    <w:name w:val="st1"/>
    <w:basedOn w:val="Absatz-Standardschriftart"/>
    <w:rsid w:val="00474049"/>
  </w:style>
  <w:style w:type="paragraph" w:customStyle="1" w:styleId="JDBodyText12ptBlack">
    <w:name w:val="JD_Body_Text_12pt_Black"/>
    <w:basedOn w:val="Standard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Absatz-Standardschriftar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CF2753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CF275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F275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F27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F2753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Standard"/>
    <w:next w:val="Standard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A733F"/>
    <w:rPr>
      <w:color w:val="605E5C"/>
      <w:shd w:val="clear" w:color="auto" w:fill="E1DFDD"/>
    </w:rPr>
  </w:style>
  <w:style w:type="paragraph" w:customStyle="1" w:styleId="JDBodyTextArial">
    <w:name w:val="JD_Body_Text_Arial"/>
    <w:basedOn w:val="Standard"/>
    <w:link w:val="JDBodyTextArialChar"/>
    <w:qFormat/>
    <w:rsid w:val="00741441"/>
    <w:rPr>
      <w:sz w:val="20"/>
    </w:rPr>
  </w:style>
  <w:style w:type="character" w:customStyle="1" w:styleId="JDBodyTextArialChar">
    <w:name w:val="JD_Body_Text_Arial Char"/>
    <w:basedOn w:val="Absatz-Standardschriftart"/>
    <w:link w:val="JDBodyTextArial"/>
    <w:rsid w:val="00741441"/>
    <w:rPr>
      <w:rFonts w:ascii="Arial" w:hAnsi="Arial"/>
    </w:rPr>
  </w:style>
  <w:style w:type="paragraph" w:customStyle="1" w:styleId="JDNameAddressInformation">
    <w:name w:val="JD_Name_Address_Information"/>
    <w:basedOn w:val="Standard"/>
    <w:link w:val="JDNameAddressInformationChar"/>
    <w:qFormat/>
    <w:rsid w:val="002B0F6B"/>
    <w:rPr>
      <w:sz w:val="16"/>
    </w:rPr>
  </w:style>
  <w:style w:type="character" w:customStyle="1" w:styleId="JDNameAddressInformationChar">
    <w:name w:val="JD_Name_Address_Information Char"/>
    <w:basedOn w:val="Absatz-Standardschriftart"/>
    <w:link w:val="JDNameAddressInformation"/>
    <w:rsid w:val="002B0F6B"/>
    <w:rPr>
      <w:rFonts w:ascii="Arial" w:hAnsi="Arial"/>
      <w:sz w:val="16"/>
    </w:rPr>
  </w:style>
  <w:style w:type="character" w:customStyle="1" w:styleId="normaltextrun">
    <w:name w:val="normaltextrun"/>
    <w:basedOn w:val="Absatz-Standardschriftart"/>
    <w:rsid w:val="00D002C8"/>
  </w:style>
  <w:style w:type="character" w:customStyle="1" w:styleId="eop">
    <w:name w:val="eop"/>
    <w:basedOn w:val="Absatz-Standardschriftart"/>
    <w:rsid w:val="005F1CBC"/>
  </w:style>
  <w:style w:type="paragraph" w:customStyle="1" w:styleId="paragraph">
    <w:name w:val="paragraph"/>
    <w:basedOn w:val="Standard"/>
    <w:rsid w:val="005F1CB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de-DE" w:eastAsia="de-DE"/>
    </w:rPr>
  </w:style>
  <w:style w:type="character" w:customStyle="1" w:styleId="scxw233588042">
    <w:name w:val="scxw233588042"/>
    <w:basedOn w:val="Absatz-Standardschriftart"/>
    <w:rsid w:val="000D5F7D"/>
  </w:style>
  <w:style w:type="character" w:styleId="NichtaufgelsteErwhnung">
    <w:name w:val="Unresolved Mention"/>
    <w:basedOn w:val="Absatz-Standardschriftart"/>
    <w:uiPriority w:val="99"/>
    <w:semiHidden/>
    <w:unhideWhenUsed/>
    <w:rsid w:val="004B7726"/>
    <w:rPr>
      <w:color w:val="605E5C"/>
      <w:shd w:val="clear" w:color="auto" w:fill="E1DFDD"/>
    </w:rPr>
  </w:style>
  <w:style w:type="character" w:customStyle="1" w:styleId="KopfzeileZchn">
    <w:name w:val="Kopfzeile Zchn"/>
    <w:basedOn w:val="Absatz-Standardschriftart"/>
    <w:link w:val="Kopfzeile"/>
    <w:uiPriority w:val="99"/>
    <w:rsid w:val="0084242A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245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88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366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90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2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99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63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30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897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4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110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8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1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652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68636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09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713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6142">
                              <w:marLeft w:val="0"/>
                              <w:marRight w:val="0"/>
                              <w:marTop w:val="225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45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1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99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B02C6933ED3469771CA695F086E01" ma:contentTypeVersion="14" ma:contentTypeDescription="Create a new document." ma:contentTypeScope="" ma:versionID="2c13376fffafa73fff8bc4607a07c813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4191fd0a08448ecfa6afcf0c05380582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5923fc-5e4c-4380-8507-bbf61c71fa25" xsi:nil="true"/>
    <lcf76f155ced4ddcb4097134ff3c332f xmlns="243c5136-3b56-4e01-b505-44f9e6277c36">
      <Terms xmlns="http://schemas.microsoft.com/office/infopath/2007/PartnerControls"/>
    </lcf76f155ced4ddcb4097134ff3c332f>
    <SharedWithUsers xmlns="335923fc-5e4c-4380-8507-bbf61c71fa25">
      <UserInfo>
        <DisplayName>Finn Marien</DisplayName>
        <AccountId>18</AccountId>
        <AccountType/>
      </UserInfo>
      <UserInfo>
        <DisplayName>Ralf Lenge</DisplayName>
        <AccountId>6</AccountId>
        <AccountType/>
      </UserInfo>
      <UserInfo>
        <DisplayName>Johannes Wriedt</DisplayName>
        <AccountId>242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DD1FB-8B01-49E2-A75B-6E49699DF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78973-2DF9-41D5-9CB6-02588F3E2202}">
  <ds:schemaRefs>
    <ds:schemaRef ds:uri="http://purl.org/dc/dcmitype/"/>
    <ds:schemaRef ds:uri="243c5136-3b56-4e01-b505-44f9e6277c36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335923fc-5e4c-4380-8507-bbf61c71fa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63256B4-9F30-4629-AF18-81F4889002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JDWB intern 2007 Abt.dot</Template>
  <TotalTime>0</TotalTime>
  <Pages>1</Pages>
  <Words>286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Deere &amp; Company</Company>
  <LinksUpToDate>false</LinksUpToDate>
  <CharactersWithSpaces>2202</CharactersWithSpaces>
  <SharedDoc>false</SharedDoc>
  <HLinks>
    <vt:vector size="18" baseType="variant">
      <vt:variant>
        <vt:i4>4587530</vt:i4>
      </vt:variant>
      <vt:variant>
        <vt:i4>0</vt:i4>
      </vt:variant>
      <vt:variant>
        <vt:i4>0</vt:i4>
      </vt:variant>
      <vt:variant>
        <vt:i4>5</vt:i4>
      </vt:variant>
      <vt:variant>
        <vt:lpwstr>https://www.yara.com/</vt:lpwstr>
      </vt:variant>
      <vt:variant>
        <vt:lpwstr/>
      </vt:variant>
      <vt:variant>
        <vt:i4>5111865</vt:i4>
      </vt:variant>
      <vt:variant>
        <vt:i4>3</vt:i4>
      </vt:variant>
      <vt:variant>
        <vt:i4>0</vt:i4>
      </vt:variant>
      <vt:variant>
        <vt:i4>5</vt:i4>
      </vt:variant>
      <vt:variant>
        <vt:lpwstr>mailto:tonje.nass@yara.com</vt:lpwstr>
      </vt:variant>
      <vt:variant>
        <vt:lpwstr/>
      </vt:variant>
      <vt:variant>
        <vt:i4>1441852</vt:i4>
      </vt:variant>
      <vt:variant>
        <vt:i4>0</vt:i4>
      </vt:variant>
      <vt:variant>
        <vt:i4>0</vt:i4>
      </vt:variant>
      <vt:variant>
        <vt:i4>5</vt:i4>
      </vt:variant>
      <vt:variant>
        <vt:lpwstr>mailto:MarienFinnN@JohnDeere.com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Lenge, Ralf</dc:creator>
  <cp:keywords/>
  <cp:lastModifiedBy>Saskia Holzschneider</cp:lastModifiedBy>
  <cp:revision>92</cp:revision>
  <cp:lastPrinted>2023-09-12T06:14:00Z</cp:lastPrinted>
  <dcterms:created xsi:type="dcterms:W3CDTF">2023-09-19T12:22:00Z</dcterms:created>
  <dcterms:modified xsi:type="dcterms:W3CDTF">2023-09-25T12:11:00Z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#ff0000,10,Calibri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029374dd-2437-4816-8d63-bf9cc1b578e5_Enabled">
    <vt:lpwstr>true</vt:lpwstr>
  </property>
  <property fmtid="{D5CDD505-2E9C-101B-9397-08002B2CF9AE}" pid="7" name="MSIP_Label_029374dd-2437-4816-8d63-bf9cc1b578e5_SetDate">
    <vt:lpwstr>2023-07-13T15:37:14Z</vt:lpwstr>
  </property>
  <property fmtid="{D5CDD505-2E9C-101B-9397-08002B2CF9AE}" pid="8" name="MSIP_Label_029374dd-2437-4816-8d63-bf9cc1b578e5_Method">
    <vt:lpwstr>Privileged</vt:lpwstr>
  </property>
  <property fmtid="{D5CDD505-2E9C-101B-9397-08002B2CF9AE}" pid="9" name="MSIP_Label_029374dd-2437-4816-8d63-bf9cc1b578e5_Name">
    <vt:lpwstr>Public</vt:lpwstr>
  </property>
  <property fmtid="{D5CDD505-2E9C-101B-9397-08002B2CF9AE}" pid="10" name="MSIP_Label_029374dd-2437-4816-8d63-bf9cc1b578e5_SiteId">
    <vt:lpwstr>39b03722-b836-496a-85ec-850f0957ca6b</vt:lpwstr>
  </property>
  <property fmtid="{D5CDD505-2E9C-101B-9397-08002B2CF9AE}" pid="11" name="MSIP_Label_029374dd-2437-4816-8d63-bf9cc1b578e5_ActionId">
    <vt:lpwstr>b49290a3-0f02-4c91-a11e-e1b26a8c5f5d</vt:lpwstr>
  </property>
  <property fmtid="{D5CDD505-2E9C-101B-9397-08002B2CF9AE}" pid="12" name="MSIP_Label_029374dd-2437-4816-8d63-bf9cc1b578e5_ContentBits">
    <vt:lpwstr>2</vt:lpwstr>
  </property>
  <property fmtid="{D5CDD505-2E9C-101B-9397-08002B2CF9AE}" pid="13" name="MediaServiceImageTags">
    <vt:lpwstr/>
  </property>
</Properties>
</file>